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85" w:rsidRPr="00BF13B8" w:rsidRDefault="00964185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Приложение  </w:t>
      </w:r>
      <w:r w:rsidR="00E07ADB" w:rsidRPr="00BF13B8">
        <w:rPr>
          <w:sz w:val="18"/>
          <w:szCs w:val="18"/>
        </w:rPr>
        <w:t>1</w:t>
      </w:r>
      <w:r w:rsidRPr="00BF13B8">
        <w:rPr>
          <w:sz w:val="18"/>
          <w:szCs w:val="18"/>
        </w:rPr>
        <w:t xml:space="preserve">    к решению                                      </w:t>
      </w:r>
    </w:p>
    <w:p w:rsidR="00B61F5C" w:rsidRPr="00BF13B8" w:rsidRDefault="00964185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Совета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  <w:r w:rsidRPr="00BF13B8">
        <w:rPr>
          <w:sz w:val="18"/>
          <w:szCs w:val="18"/>
        </w:rPr>
        <w:t xml:space="preserve">  сельского поселения </w:t>
      </w:r>
    </w:p>
    <w:p w:rsidR="00B61F5C" w:rsidRPr="00BF13B8" w:rsidRDefault="00B61F5C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964185" w:rsidRPr="00BF13B8" w:rsidRDefault="00B61F5C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 </w:t>
      </w:r>
      <w:r w:rsidR="00A97E9F">
        <w:rPr>
          <w:sz w:val="18"/>
          <w:szCs w:val="18"/>
        </w:rPr>
        <w:t>9 месяцев</w:t>
      </w:r>
      <w:r w:rsidR="00F7416F">
        <w:rPr>
          <w:sz w:val="18"/>
          <w:szCs w:val="18"/>
        </w:rPr>
        <w:t xml:space="preserve"> </w:t>
      </w:r>
      <w:r w:rsidRPr="00BF13B8">
        <w:rPr>
          <w:sz w:val="18"/>
          <w:szCs w:val="18"/>
        </w:rPr>
        <w:t>202</w:t>
      </w:r>
      <w:r w:rsidR="00ED15BD"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</w:t>
      </w:r>
      <w:r w:rsidR="00964185" w:rsidRPr="00BF13B8">
        <w:rPr>
          <w:sz w:val="18"/>
          <w:szCs w:val="18"/>
        </w:rPr>
        <w:t xml:space="preserve">                                                                                            </w:t>
      </w:r>
    </w:p>
    <w:p w:rsidR="00D16AB1" w:rsidRPr="00BF13B8" w:rsidRDefault="00964185" w:rsidP="00657F4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                                 </w:t>
      </w:r>
    </w:p>
    <w:p w:rsidR="00657F4B" w:rsidRPr="00BF13B8" w:rsidRDefault="00D16AB1" w:rsidP="00D16AB1">
      <w:pPr>
        <w:jc w:val="center"/>
        <w:rPr>
          <w:b/>
          <w:sz w:val="22"/>
          <w:szCs w:val="22"/>
        </w:rPr>
      </w:pPr>
      <w:r w:rsidRPr="00BF13B8">
        <w:rPr>
          <w:b/>
          <w:sz w:val="22"/>
          <w:szCs w:val="22"/>
        </w:rPr>
        <w:t xml:space="preserve">Доходы бюджета </w:t>
      </w:r>
      <w:proofErr w:type="spellStart"/>
      <w:r w:rsidRPr="00BF13B8">
        <w:rPr>
          <w:b/>
          <w:sz w:val="22"/>
          <w:szCs w:val="22"/>
        </w:rPr>
        <w:t>Новоусадебского</w:t>
      </w:r>
      <w:proofErr w:type="spellEnd"/>
      <w:r w:rsidRPr="00BF13B8">
        <w:rPr>
          <w:b/>
          <w:sz w:val="22"/>
          <w:szCs w:val="22"/>
        </w:rPr>
        <w:t xml:space="preserve"> сельского поселения </w:t>
      </w:r>
    </w:p>
    <w:p w:rsidR="00D16AB1" w:rsidRPr="00BF13B8" w:rsidRDefault="00D16AB1" w:rsidP="00657F4B">
      <w:pPr>
        <w:jc w:val="center"/>
        <w:rPr>
          <w:b/>
          <w:sz w:val="22"/>
          <w:szCs w:val="22"/>
        </w:rPr>
      </w:pPr>
      <w:r w:rsidRPr="00BF13B8">
        <w:rPr>
          <w:b/>
          <w:sz w:val="22"/>
          <w:szCs w:val="22"/>
        </w:rPr>
        <w:t>по кодам</w:t>
      </w:r>
      <w:r w:rsidR="00657F4B" w:rsidRPr="00BF13B8">
        <w:rPr>
          <w:b/>
          <w:sz w:val="22"/>
          <w:szCs w:val="22"/>
        </w:rPr>
        <w:t xml:space="preserve"> </w:t>
      </w:r>
      <w:r w:rsidRPr="00BF13B8">
        <w:rPr>
          <w:b/>
          <w:sz w:val="22"/>
          <w:szCs w:val="22"/>
        </w:rPr>
        <w:t>классификации доходов бюджетов на 20</w:t>
      </w:r>
      <w:r w:rsidR="00105611" w:rsidRPr="00BF13B8">
        <w:rPr>
          <w:b/>
          <w:sz w:val="22"/>
          <w:szCs w:val="22"/>
        </w:rPr>
        <w:t>2</w:t>
      </w:r>
      <w:r w:rsidR="00A83F9E">
        <w:rPr>
          <w:b/>
          <w:sz w:val="22"/>
          <w:szCs w:val="22"/>
        </w:rPr>
        <w:t>4</w:t>
      </w:r>
      <w:r w:rsidRPr="00BF13B8">
        <w:rPr>
          <w:b/>
          <w:sz w:val="22"/>
          <w:szCs w:val="22"/>
        </w:rPr>
        <w:t xml:space="preserve"> год</w:t>
      </w:r>
      <w:r w:rsidR="00657F4B" w:rsidRPr="00BF13B8">
        <w:rPr>
          <w:b/>
          <w:sz w:val="22"/>
          <w:szCs w:val="22"/>
        </w:rPr>
        <w:t xml:space="preserve"> </w:t>
      </w:r>
    </w:p>
    <w:tbl>
      <w:tblPr>
        <w:tblW w:w="15624" w:type="dxa"/>
        <w:tblInd w:w="-632" w:type="dxa"/>
        <w:tblLayout w:type="fixed"/>
        <w:tblLook w:val="0000"/>
      </w:tblPr>
      <w:tblGrid>
        <w:gridCol w:w="2867"/>
        <w:gridCol w:w="6945"/>
        <w:gridCol w:w="1985"/>
        <w:gridCol w:w="2126"/>
        <w:gridCol w:w="1701"/>
      </w:tblGrid>
      <w:tr w:rsidR="000C03C8" w:rsidRPr="00BF13B8" w:rsidTr="00BF13B8">
        <w:trPr>
          <w:trHeight w:val="43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03C8" w:rsidRPr="00F66B8E" w:rsidRDefault="000C03C8" w:rsidP="000C03C8">
            <w:pPr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Код классификации доходов</w:t>
            </w:r>
          </w:p>
          <w:p w:rsidR="000C03C8" w:rsidRPr="00F66B8E" w:rsidRDefault="000C03C8" w:rsidP="000C03C8">
            <w:pPr>
              <w:snapToGrid w:val="0"/>
              <w:jc w:val="center"/>
              <w:rPr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бюджетов Российской Федерации</w:t>
            </w:r>
          </w:p>
        </w:tc>
        <w:tc>
          <w:tcPr>
            <w:tcW w:w="69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03C8" w:rsidRPr="00F66B8E" w:rsidRDefault="000C03C8" w:rsidP="000C03C8">
            <w:pPr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657F4B">
            <w:pPr>
              <w:snapToGrid w:val="0"/>
              <w:ind w:left="474"/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Сумма (рублей)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0C03C8">
            <w:pPr>
              <w:snapToGrid w:val="0"/>
              <w:ind w:left="474"/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 xml:space="preserve">% </w:t>
            </w:r>
          </w:p>
        </w:tc>
      </w:tr>
      <w:tr w:rsidR="000C03C8" w:rsidRPr="00BF13B8" w:rsidTr="000C03C8">
        <w:trPr>
          <w:trHeight w:val="1077"/>
        </w:trPr>
        <w:tc>
          <w:tcPr>
            <w:tcW w:w="28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3C8" w:rsidRPr="00F66B8E" w:rsidRDefault="000C03C8" w:rsidP="00C610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03C8" w:rsidRPr="00F66B8E" w:rsidRDefault="000C03C8" w:rsidP="00C610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C03C8" w:rsidRPr="00F66B8E" w:rsidRDefault="000C03C8" w:rsidP="00E55E1E">
            <w:pPr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ED15BD">
            <w:pPr>
              <w:snapToGrid w:val="0"/>
              <w:ind w:left="-108"/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Исполнено на 01.</w:t>
            </w:r>
            <w:r w:rsidR="008F1E5F" w:rsidRPr="00F66B8E">
              <w:rPr>
                <w:b/>
                <w:sz w:val="22"/>
                <w:szCs w:val="22"/>
              </w:rPr>
              <w:t>0</w:t>
            </w:r>
            <w:r w:rsidR="00ED15BD">
              <w:rPr>
                <w:b/>
                <w:sz w:val="22"/>
                <w:szCs w:val="22"/>
              </w:rPr>
              <w:t>4</w:t>
            </w:r>
            <w:r w:rsidRPr="00F66B8E">
              <w:rPr>
                <w:b/>
                <w:sz w:val="22"/>
                <w:szCs w:val="22"/>
              </w:rPr>
              <w:t>.202</w:t>
            </w:r>
            <w:r w:rsidR="008F1E5F" w:rsidRPr="00F66B8E">
              <w:rPr>
                <w:b/>
                <w:sz w:val="22"/>
                <w:szCs w:val="22"/>
              </w:rPr>
              <w:t>4</w:t>
            </w:r>
            <w:r w:rsidRPr="00F66B8E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E55E1E">
            <w:pPr>
              <w:snapToGrid w:val="0"/>
              <w:ind w:left="474"/>
              <w:jc w:val="both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% исполнения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1584540</w:t>
            </w:r>
            <w:r w:rsidR="00ED15BD" w:rsidRPr="003354DA">
              <w:rPr>
                <w:b/>
              </w:rPr>
              <w:t>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716937,81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45,2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8A4F34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1</w:t>
            </w:r>
            <w:r w:rsidR="008A4F34">
              <w:rPr>
                <w:b/>
              </w:rPr>
              <w:t>7</w:t>
            </w:r>
            <w:r w:rsidRPr="003354DA">
              <w:rPr>
                <w:b/>
              </w:rPr>
              <w:t>5900,00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115978,28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65,9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i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8A4F34">
            <w:pPr>
              <w:snapToGrid w:val="0"/>
              <w:jc w:val="center"/>
            </w:pPr>
            <w:r w:rsidRPr="003354DA">
              <w:t>1</w:t>
            </w:r>
            <w:r w:rsidR="008A4F34">
              <w:t>7</w:t>
            </w:r>
            <w:r w:rsidRPr="003354DA">
              <w:t>5900,00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115978,28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000 101 02010 01 0000 110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proofErr w:type="gramStart"/>
            <w:r w:rsidRPr="003354D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8A4F34">
            <w:pPr>
              <w:snapToGrid w:val="0"/>
              <w:jc w:val="center"/>
            </w:pPr>
            <w:r w:rsidRPr="003354DA">
              <w:t>1</w:t>
            </w:r>
            <w:r w:rsidR="008A4F34">
              <w:t>7</w:t>
            </w:r>
            <w:r w:rsidR="00E5221E">
              <w:t>59</w:t>
            </w:r>
            <w:r w:rsidRPr="003354DA">
              <w:t>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115978,28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182 101 02010 01 0000 110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proofErr w:type="gramStart"/>
            <w:r w:rsidRPr="003354D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8A4F34">
            <w:pPr>
              <w:snapToGrid w:val="0"/>
              <w:jc w:val="center"/>
            </w:pPr>
            <w:r w:rsidRPr="003354DA">
              <w:rPr>
                <w:color w:val="000000"/>
              </w:rPr>
              <w:t>1</w:t>
            </w:r>
            <w:r w:rsidR="008A4F34">
              <w:rPr>
                <w:color w:val="000000"/>
              </w:rPr>
              <w:t>5</w:t>
            </w:r>
            <w:r w:rsidRPr="003354DA">
              <w:rPr>
                <w:color w:val="000000"/>
              </w:rPr>
              <w:t>5300,00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101615,18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000 101 02020 01 0000 110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8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color w:val="0000FF"/>
                </w:rPr>
                <w:t>статьей 227</w:t>
              </w:r>
            </w:hyperlink>
            <w:r w:rsidRPr="003354DA">
              <w:t xml:space="preserve">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8A4F34" w:rsidP="00A83F9E">
            <w:pPr>
              <w:snapToGrid w:val="0"/>
              <w:jc w:val="center"/>
            </w:pPr>
            <w:r>
              <w:rPr>
                <w:color w:val="000000"/>
              </w:rPr>
              <w:lastRenderedPageBreak/>
              <w:t>10793,79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4556,89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lastRenderedPageBreak/>
              <w:t>182 101 02020 01 0000 110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color w:val="0000FF"/>
                </w:rPr>
                <w:t>статьей 227</w:t>
              </w:r>
            </w:hyperlink>
            <w:r w:rsidRPr="003354DA">
              <w:t xml:space="preserve">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8A4F34" w:rsidP="00A83F9E">
            <w:pPr>
              <w:snapToGrid w:val="0"/>
              <w:jc w:val="center"/>
            </w:pPr>
            <w:r>
              <w:rPr>
                <w:color w:val="000000"/>
              </w:rPr>
              <w:t>10793,79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4556,86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000 101 02030 01 0000 110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8A4F34" w:rsidP="00A83F9E">
            <w:pPr>
              <w:snapToGrid w:val="0"/>
              <w:jc w:val="center"/>
            </w:pPr>
            <w:r>
              <w:rPr>
                <w:color w:val="000000"/>
              </w:rPr>
              <w:t>9806,21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9806,21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8A4F3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182 101 02030 01 0000 110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</w:pPr>
            <w:r w:rsidRPr="003354D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F34" w:rsidRPr="003354DA" w:rsidRDefault="008A4F34" w:rsidP="00187496">
            <w:pPr>
              <w:snapToGrid w:val="0"/>
              <w:jc w:val="center"/>
            </w:pPr>
            <w:r>
              <w:rPr>
                <w:color w:val="000000"/>
              </w:rPr>
              <w:t>9806,21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18749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9806,21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8A4F3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006F41">
              <w:rPr>
                <w:b/>
              </w:rPr>
              <w:t>1</w:t>
            </w:r>
            <w:r w:rsidR="00ED15BD" w:rsidRPr="003354DA">
              <w:rPr>
                <w:b/>
              </w:rPr>
              <w:t>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49012,50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60,1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000 105 03000 01 0000 110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8A4F34" w:rsidP="00A83F9E">
            <w:pPr>
              <w:snapToGrid w:val="0"/>
              <w:jc w:val="center"/>
            </w:pPr>
            <w:r>
              <w:t>8</w:t>
            </w:r>
            <w:r w:rsidR="00006F41">
              <w:t>1</w:t>
            </w:r>
            <w:r w:rsidR="00ED15BD" w:rsidRPr="003354DA">
              <w:t>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49012,50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000 105 03010 01 0000 110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8A4F34" w:rsidP="00A83F9E">
            <w:pPr>
              <w:snapToGrid w:val="0"/>
              <w:jc w:val="center"/>
            </w:pPr>
            <w:r>
              <w:t>8</w:t>
            </w:r>
            <w:r w:rsidR="00006F41">
              <w:t>1</w:t>
            </w:r>
            <w:r w:rsidR="00ED15BD" w:rsidRPr="003354DA">
              <w:t>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49012,50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182 105 03010 01 0000 110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8A4F34" w:rsidP="00A83F9E">
            <w:pPr>
              <w:snapToGrid w:val="0"/>
              <w:jc w:val="center"/>
            </w:pPr>
            <w:r>
              <w:t>8</w:t>
            </w:r>
            <w:r w:rsidR="00006F41">
              <w:t>1</w:t>
            </w:r>
            <w:r w:rsidR="00ED15BD" w:rsidRPr="003354DA">
              <w:t>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49012,50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8A4F34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7</w:t>
            </w:r>
            <w:r w:rsidR="008A4F34">
              <w:rPr>
                <w:b/>
              </w:rPr>
              <w:t>9</w:t>
            </w:r>
            <w:r w:rsidRPr="003354DA">
              <w:rPr>
                <w:b/>
              </w:rPr>
              <w:t>5000,00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268849,51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33,8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i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147000,00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39190,96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</w:pPr>
            <w:r>
              <w:t>26,7</w:t>
            </w:r>
          </w:p>
        </w:tc>
      </w:tr>
      <w:tr w:rsidR="008A4F3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000 106 01030 10 0000 110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</w:pPr>
            <w:r w:rsidRPr="003354D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F34" w:rsidRPr="003354DA" w:rsidRDefault="008A4F34" w:rsidP="00187496">
            <w:pPr>
              <w:snapToGrid w:val="0"/>
              <w:jc w:val="center"/>
            </w:pPr>
            <w:r w:rsidRPr="003354DA">
              <w:t>147000,00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187496">
            <w:pPr>
              <w:snapToGrid w:val="0"/>
              <w:jc w:val="center"/>
            </w:pPr>
            <w:r>
              <w:t>39190,96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A83F9E">
            <w:pPr>
              <w:snapToGrid w:val="0"/>
              <w:jc w:val="center"/>
            </w:pPr>
          </w:p>
        </w:tc>
      </w:tr>
      <w:tr w:rsidR="008A4F3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</w:pPr>
            <w:r w:rsidRPr="003354D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F34" w:rsidRPr="003354DA" w:rsidRDefault="008A4F34" w:rsidP="00187496">
            <w:pPr>
              <w:snapToGrid w:val="0"/>
              <w:jc w:val="center"/>
            </w:pPr>
            <w:r w:rsidRPr="003354DA">
              <w:t>147000,00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187496">
            <w:pPr>
              <w:snapToGrid w:val="0"/>
              <w:jc w:val="center"/>
            </w:pPr>
            <w:r>
              <w:t>39190,96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i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8A4F34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6</w:t>
            </w:r>
            <w:r w:rsidR="008A4F34">
              <w:rPr>
                <w:i/>
              </w:rPr>
              <w:t>4</w:t>
            </w:r>
            <w:r w:rsidRPr="003354DA">
              <w:rPr>
                <w:i/>
              </w:rPr>
              <w:t>8000,00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229658,55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35,4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000 106 06030 00 0000 110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rStyle w:val="blk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8A4F34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11</w:t>
            </w:r>
            <w:r w:rsidR="00ED15BD" w:rsidRPr="003354DA">
              <w:rPr>
                <w:i/>
              </w:rPr>
              <w:t>6000,00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101639,62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87,6</w:t>
            </w:r>
          </w:p>
        </w:tc>
      </w:tr>
      <w:tr w:rsidR="008A4F3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000 106 06033 10 0000 110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jc w:val="both"/>
            </w:pPr>
            <w:r w:rsidRPr="003354DA"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F34" w:rsidRPr="003354DA" w:rsidRDefault="008A4F34" w:rsidP="00187496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11</w:t>
            </w:r>
            <w:r w:rsidRPr="003354DA">
              <w:rPr>
                <w:i/>
              </w:rPr>
              <w:t>6000,00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187496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101639,62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A83F9E">
            <w:pPr>
              <w:snapToGrid w:val="0"/>
              <w:jc w:val="center"/>
              <w:rPr>
                <w:i/>
              </w:rPr>
            </w:pPr>
          </w:p>
        </w:tc>
      </w:tr>
      <w:tr w:rsidR="008A4F3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lastRenderedPageBreak/>
              <w:t>182 106 06033 10 0000 110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jc w:val="both"/>
            </w:pPr>
            <w:r w:rsidRPr="003354DA"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F34" w:rsidRPr="003354DA" w:rsidRDefault="008A4F34" w:rsidP="00187496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11</w:t>
            </w:r>
            <w:r w:rsidRPr="003354DA">
              <w:rPr>
                <w:i/>
              </w:rPr>
              <w:t>6000,00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187496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101639,62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000 106 06040 00 0000 110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jc w:val="both"/>
              <w:rPr>
                <w:rStyle w:val="blk"/>
              </w:rPr>
            </w:pPr>
            <w:r w:rsidRPr="003354DA">
              <w:rPr>
                <w:rStyle w:val="blk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532000,00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128018,93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</w:pPr>
            <w:r>
              <w:t>24,1</w:t>
            </w:r>
          </w:p>
        </w:tc>
      </w:tr>
      <w:tr w:rsidR="008A4F3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000 106 06043 10 0000 110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F34" w:rsidRPr="003354DA" w:rsidRDefault="008A4F34" w:rsidP="00187496">
            <w:pPr>
              <w:snapToGrid w:val="0"/>
              <w:jc w:val="center"/>
            </w:pPr>
            <w:r w:rsidRPr="003354DA">
              <w:t>532000,00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187496">
            <w:pPr>
              <w:snapToGrid w:val="0"/>
              <w:jc w:val="center"/>
            </w:pPr>
            <w:r>
              <w:t>128018,93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A83F9E">
            <w:pPr>
              <w:snapToGrid w:val="0"/>
              <w:jc w:val="center"/>
            </w:pPr>
          </w:p>
        </w:tc>
      </w:tr>
      <w:tr w:rsidR="008A4F3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182 106 06043 10 0000 110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F34" w:rsidRPr="003354DA" w:rsidRDefault="008A4F34" w:rsidP="00187496">
            <w:pPr>
              <w:snapToGrid w:val="0"/>
              <w:jc w:val="center"/>
            </w:pPr>
            <w:r w:rsidRPr="003354DA">
              <w:t>532000,00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187496">
            <w:pPr>
              <w:snapToGrid w:val="0"/>
              <w:jc w:val="center"/>
            </w:pPr>
            <w:r>
              <w:t>128018,93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8600</w:t>
            </w:r>
            <w:r w:rsidR="00E5221E">
              <w:rPr>
                <w:b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39,1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rStyle w:val="blk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8600</w:t>
            </w:r>
            <w:r w:rsidR="00E5221E">
              <w:rPr>
                <w:b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000 108 04020 01 0000 110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8600</w:t>
            </w:r>
            <w:r w:rsidR="00E5221E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069 108 04020 01 0000 110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8600</w:t>
            </w:r>
            <w:r w:rsidR="00E5221E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290040,00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206328,32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71,1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206328,32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proofErr w:type="gramStart"/>
            <w:r w:rsidRPr="003354DA">
              <w:rPr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proofErr w:type="gramStart"/>
            <w:r w:rsidRPr="003354DA">
              <w:rPr>
                <w:i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3354DA">
              <w:rPr>
                <w:i/>
              </w:rPr>
              <w:lastRenderedPageBreak/>
              <w:t>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lastRenderedPageBreak/>
              <w:t>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lastRenderedPageBreak/>
              <w:t>069 111 05025  10 0000 120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proofErr w:type="gramStart"/>
            <w:r w:rsidRPr="003354DA">
              <w:rPr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5221E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000 111 05030  00 0000 120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rStyle w:val="blk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Default="008A4F34" w:rsidP="00E5221E">
            <w:pPr>
              <w:jc w:val="center"/>
            </w:pPr>
            <w:r>
              <w:rPr>
                <w:i/>
              </w:rPr>
              <w:t>206328,32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</w:p>
        </w:tc>
      </w:tr>
      <w:tr w:rsidR="00E5221E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000 111 05035 10 0000 120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Default="008A4F34" w:rsidP="00E5221E">
            <w:pPr>
              <w:jc w:val="center"/>
            </w:pPr>
            <w:r>
              <w:rPr>
                <w:i/>
              </w:rPr>
              <w:t>206328,32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</w:p>
        </w:tc>
      </w:tr>
      <w:tr w:rsidR="00E5221E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069 111 05035 10 0000 120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Default="008A4F34" w:rsidP="00E5221E">
            <w:pPr>
              <w:jc w:val="center"/>
            </w:pPr>
            <w:r>
              <w:rPr>
                <w:i/>
              </w:rPr>
              <w:t>206328,32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8573D7">
              <w:rPr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  <w:rPr>
                <w:b/>
              </w:rPr>
            </w:pPr>
            <w:r w:rsidRPr="00FA25AF">
              <w:rPr>
                <w:b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5059C5" w:rsidRDefault="00ED15BD" w:rsidP="00A83F9E">
            <w:pPr>
              <w:snapToGrid w:val="0"/>
              <w:jc w:val="center"/>
              <w:rPr>
                <w:b/>
                <w:i/>
              </w:rPr>
            </w:pPr>
            <w:r w:rsidRPr="005059C5">
              <w:rPr>
                <w:b/>
                <w:i/>
              </w:rPr>
              <w:t>220000,00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5059C5" w:rsidRDefault="006C5EA2" w:rsidP="006C5EA2">
            <w:pPr>
              <w:snapToGrid w:val="0"/>
              <w:jc w:val="center"/>
              <w:rPr>
                <w:b/>
                <w:i/>
              </w:rPr>
            </w:pPr>
            <w:r w:rsidRPr="005059C5">
              <w:rPr>
                <w:b/>
                <w:i/>
              </w:rPr>
              <w:t>68169,20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524B40" w:rsidP="00A83F9E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31,0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000 117 15000 00 0000 150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r w:rsidRPr="00FA25AF">
              <w:t>Инициативные платежи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220000,00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68169,20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000 117 15030 10 000</w:t>
            </w:r>
            <w:r>
              <w:rPr>
                <w:sz w:val="18"/>
                <w:szCs w:val="18"/>
              </w:rPr>
              <w:t>4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proofErr w:type="gramStart"/>
            <w:r w:rsidRPr="00FA25AF">
              <w:t xml:space="preserve">Инициативные платежи, зачисляемые в бюджеты сельских поселений </w:t>
            </w:r>
            <w:r w:rsidRPr="008C6F96">
              <w:t>(</w:t>
            </w:r>
            <w:r w:rsidRPr="008C6F96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34084,60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069 117 15030 10 000</w:t>
            </w:r>
            <w:r>
              <w:rPr>
                <w:sz w:val="18"/>
                <w:szCs w:val="18"/>
              </w:rPr>
              <w:t>4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C6F96" w:rsidRDefault="00ED15BD" w:rsidP="00A83F9E">
            <w:pPr>
              <w:jc w:val="both"/>
            </w:pPr>
            <w:r w:rsidRPr="008C6F96">
              <w:t>Инициативные платежи, зачисляемые в бюджеты сельских поселени</w:t>
            </w:r>
            <w:proofErr w:type="gramStart"/>
            <w:r w:rsidRPr="008C6F96">
              <w:t>й</w:t>
            </w:r>
            <w:r w:rsidRPr="008C6F96">
              <w:rPr>
                <w:b/>
              </w:rPr>
              <w:t>(</w:t>
            </w:r>
            <w:proofErr w:type="gramEnd"/>
            <w:r w:rsidRPr="008C6F96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b/>
              </w:rPr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34084,60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lastRenderedPageBreak/>
              <w:t>000 117 15030 10 000</w:t>
            </w:r>
            <w:r>
              <w:rPr>
                <w:sz w:val="18"/>
                <w:szCs w:val="18"/>
              </w:rPr>
              <w:t>5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proofErr w:type="gramStart"/>
            <w:r w:rsidRPr="00FA25AF">
              <w:t xml:space="preserve">Инициативные платежи, зачисляемые в бюджеты сельских поселений </w:t>
            </w:r>
            <w:r w:rsidRPr="008C6F96">
              <w:t>(</w:t>
            </w:r>
            <w:r w:rsidRPr="008C6F96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34084,60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069 117 15030 10 000</w:t>
            </w:r>
            <w:r>
              <w:rPr>
                <w:sz w:val="18"/>
                <w:szCs w:val="18"/>
              </w:rPr>
              <w:t>5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proofErr w:type="gramStart"/>
            <w:r w:rsidRPr="00FA25AF">
              <w:t>Инициативные платежи, зачисляемые в бюджеты сельских поселений</w:t>
            </w:r>
            <w:r w:rsidRPr="00FA25AF">
              <w:rPr>
                <w:sz w:val="72"/>
                <w:szCs w:val="72"/>
              </w:rPr>
              <w:t xml:space="preserve"> </w:t>
            </w:r>
            <w:r w:rsidRPr="008C6F96">
              <w:rPr>
                <w:b/>
              </w:rPr>
              <w:t>(</w:t>
            </w:r>
            <w:r w:rsidRPr="008C6F96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b/>
              </w:rPr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34084,60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8A4F34" w:rsidP="005059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16750702,05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11635887,10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A5D49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69,5</w:t>
            </w:r>
          </w:p>
        </w:tc>
      </w:tr>
      <w:tr w:rsidR="008A4F3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  <w:rPr>
                <w:b/>
                <w:i/>
                <w:sz w:val="18"/>
                <w:szCs w:val="18"/>
              </w:rPr>
            </w:pPr>
            <w:r w:rsidRPr="003354DA">
              <w:rPr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F34" w:rsidRPr="003354DA" w:rsidRDefault="008A4F34" w:rsidP="00A83F9E">
            <w:pPr>
              <w:snapToGrid w:val="0"/>
              <w:jc w:val="both"/>
              <w:rPr>
                <w:b/>
                <w:i/>
              </w:rPr>
            </w:pPr>
            <w:r w:rsidRPr="003354DA">
              <w:rPr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F34" w:rsidRPr="003354DA" w:rsidRDefault="008A4F34" w:rsidP="0018749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16750702,05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18749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11635887,10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34" w:rsidRPr="003354DA" w:rsidRDefault="008A4F34" w:rsidP="00A83F9E">
            <w:pPr>
              <w:snapToGrid w:val="0"/>
              <w:jc w:val="center"/>
              <w:rPr>
                <w:b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000 202 15001 10 0000 150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9857400,00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7393050,00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069 202 15001 10 0000 150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9857400,00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8A4F34" w:rsidP="00A83F9E">
            <w:pPr>
              <w:snapToGrid w:val="0"/>
              <w:jc w:val="center"/>
            </w:pPr>
            <w:r>
              <w:t>7393050</w:t>
            </w:r>
            <w:r w:rsidR="00AE2280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000 202 15002 10 0000 150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FE43E4" w:rsidP="00A83F9E">
            <w:pPr>
              <w:snapToGrid w:val="0"/>
              <w:jc w:val="center"/>
            </w:pPr>
            <w:r>
              <w:t>2314756,76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</w:pPr>
            <w:r>
              <w:t>1679545,76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FE43E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069 202 15002 10 0000 150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3E4" w:rsidRPr="003354DA" w:rsidRDefault="00FE43E4" w:rsidP="00187496">
            <w:pPr>
              <w:snapToGrid w:val="0"/>
              <w:jc w:val="center"/>
            </w:pPr>
            <w:r>
              <w:t>2314756,76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3354DA" w:rsidRDefault="00FE43E4" w:rsidP="00187496">
            <w:pPr>
              <w:snapToGrid w:val="0"/>
              <w:jc w:val="center"/>
            </w:pPr>
            <w:r>
              <w:t>1679545,76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3354DA" w:rsidRDefault="00FE43E4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000 202 29999 00 0000 150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color w:val="000000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1700000,00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526762,00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000 202 29999 10 0000 150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8C6F96" w:rsidRDefault="00ED15BD" w:rsidP="00A83F9E">
            <w:pPr>
              <w:snapToGrid w:val="0"/>
              <w:jc w:val="center"/>
            </w:pPr>
            <w:r w:rsidRPr="008C6F96">
              <w:t>1700000,00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6C5EA2" w:rsidP="00A83F9E">
            <w:pPr>
              <w:snapToGrid w:val="0"/>
              <w:jc w:val="center"/>
            </w:pPr>
            <w:r>
              <w:t>526762</w:t>
            </w:r>
            <w:r w:rsidR="00AE2280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ED15BD" w:rsidP="00A83F9E">
            <w:pPr>
              <w:snapToGrid w:val="0"/>
              <w:jc w:val="center"/>
            </w:pPr>
          </w:p>
        </w:tc>
      </w:tr>
      <w:tr w:rsidR="00ED15BD" w:rsidRPr="00BF13B8" w:rsidTr="00D94189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069 202 29999 10 0000 150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8C6F96" w:rsidRDefault="00ED15BD" w:rsidP="00A83F9E">
            <w:pPr>
              <w:snapToGrid w:val="0"/>
              <w:jc w:val="center"/>
            </w:pPr>
            <w:r w:rsidRPr="008C6F96">
              <w:t>1700000,00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6C5EA2" w:rsidP="00A83F9E">
            <w:pPr>
              <w:snapToGrid w:val="0"/>
              <w:jc w:val="center"/>
            </w:pPr>
            <w:r>
              <w:t>526762</w:t>
            </w:r>
            <w:r w:rsidR="00AE2280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ED15BD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000 202 30000 00 0000 150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232714,29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A5D49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67,3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000 202 35118 00 0000 150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</w:pPr>
            <w:r>
              <w:t>232714,29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FE43E4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000 202 35118 10 0000 150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3E4" w:rsidRPr="003354DA" w:rsidRDefault="00FE43E4" w:rsidP="00187496">
            <w:pPr>
              <w:snapToGrid w:val="0"/>
              <w:jc w:val="center"/>
            </w:pPr>
            <w:r w:rsidRPr="003354DA"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3354DA" w:rsidRDefault="00FE43E4" w:rsidP="00187496">
            <w:pPr>
              <w:snapToGrid w:val="0"/>
              <w:jc w:val="center"/>
            </w:pPr>
            <w:r>
              <w:t>232714,29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3354DA" w:rsidRDefault="00FE43E4" w:rsidP="00A83F9E">
            <w:pPr>
              <w:snapToGrid w:val="0"/>
              <w:jc w:val="center"/>
            </w:pPr>
          </w:p>
        </w:tc>
      </w:tr>
      <w:tr w:rsidR="00FE43E4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069 202 35118 10 0000 150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3E4" w:rsidRPr="003354DA" w:rsidRDefault="00FE43E4" w:rsidP="00187496">
            <w:pPr>
              <w:snapToGrid w:val="0"/>
              <w:jc w:val="center"/>
            </w:pPr>
            <w:r w:rsidRPr="003354DA"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3354DA" w:rsidRDefault="00FE43E4" w:rsidP="00187496">
            <w:pPr>
              <w:snapToGrid w:val="0"/>
              <w:jc w:val="center"/>
            </w:pPr>
            <w:r>
              <w:t>232714,29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3354DA" w:rsidRDefault="00FE43E4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lastRenderedPageBreak/>
              <w:t>000  202 40000 00 0000 150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6C5EA2" w:rsidP="00FE43E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25327</w:t>
            </w:r>
            <w:r w:rsidR="00FE43E4">
              <w:rPr>
                <w:b/>
              </w:rPr>
              <w:t>9</w:t>
            </w:r>
            <w:r>
              <w:rPr>
                <w:b/>
              </w:rPr>
              <w:t>5,29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1803815,05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A5D49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71,2</w:t>
            </w:r>
          </w:p>
        </w:tc>
      </w:tr>
      <w:tr w:rsidR="00FE43E4" w:rsidRPr="00BF13B8" w:rsidTr="00007279">
        <w:trPr>
          <w:trHeight w:val="720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000  202 40014 10 0000 150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3E4" w:rsidRPr="00FE43E4" w:rsidRDefault="00FE43E4" w:rsidP="00187496">
            <w:pPr>
              <w:snapToGrid w:val="0"/>
              <w:jc w:val="center"/>
            </w:pPr>
            <w:r w:rsidRPr="00FE43E4">
              <w:t>2532795,29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FE43E4" w:rsidRDefault="00FE43E4" w:rsidP="00187496">
            <w:pPr>
              <w:snapToGrid w:val="0"/>
              <w:jc w:val="center"/>
            </w:pPr>
            <w:r w:rsidRPr="00FE43E4">
              <w:t>1803815,05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3354DA" w:rsidRDefault="00FE43E4" w:rsidP="00A83F9E">
            <w:pPr>
              <w:snapToGrid w:val="0"/>
              <w:jc w:val="center"/>
            </w:pPr>
          </w:p>
        </w:tc>
      </w:tr>
      <w:tr w:rsidR="00FE43E4" w:rsidRPr="00BF13B8" w:rsidTr="000C03C8">
        <w:trPr>
          <w:trHeight w:val="720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069  202 40014 10 0000 150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3E4" w:rsidRPr="003354DA" w:rsidRDefault="00FE43E4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3E4" w:rsidRPr="00FE43E4" w:rsidRDefault="00FE43E4" w:rsidP="00187496">
            <w:pPr>
              <w:snapToGrid w:val="0"/>
              <w:jc w:val="center"/>
            </w:pPr>
            <w:r w:rsidRPr="00FE43E4">
              <w:t>2532795,29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FE43E4" w:rsidRDefault="00FE43E4" w:rsidP="00187496">
            <w:pPr>
              <w:snapToGrid w:val="0"/>
              <w:jc w:val="center"/>
            </w:pPr>
            <w:r w:rsidRPr="00FE43E4">
              <w:t>1803815,05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E4" w:rsidRPr="003354DA" w:rsidRDefault="00FE43E4" w:rsidP="00A83F9E">
            <w:pPr>
              <w:snapToGrid w:val="0"/>
              <w:jc w:val="center"/>
            </w:pPr>
          </w:p>
        </w:tc>
      </w:tr>
      <w:tr w:rsidR="00ED15BD" w:rsidRPr="00BF13B8" w:rsidTr="00AE2280">
        <w:trPr>
          <w:trHeight w:val="720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ВСЕГО  ДОХОДОВ: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18335242,05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E22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12352824,91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FE43E4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67,4</w:t>
            </w:r>
          </w:p>
        </w:tc>
      </w:tr>
    </w:tbl>
    <w:p w:rsidR="005477CD" w:rsidRPr="00BF13B8" w:rsidRDefault="005477CD" w:rsidP="00965456">
      <w:pPr>
        <w:jc w:val="right"/>
        <w:rPr>
          <w:sz w:val="22"/>
          <w:szCs w:val="22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8F34E0" w:rsidRDefault="008F34E0" w:rsidP="00E07ADB">
      <w:pPr>
        <w:jc w:val="right"/>
        <w:rPr>
          <w:sz w:val="18"/>
          <w:szCs w:val="18"/>
        </w:rPr>
      </w:pP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lastRenderedPageBreak/>
        <w:t xml:space="preserve">Приложение  2    к решению                                     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Совета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  <w:r w:rsidRPr="00BF13B8">
        <w:rPr>
          <w:sz w:val="18"/>
          <w:szCs w:val="18"/>
        </w:rPr>
        <w:t xml:space="preserve">  сельского поселения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 w:rsidR="0073085D">
        <w:rPr>
          <w:sz w:val="18"/>
          <w:szCs w:val="18"/>
        </w:rPr>
        <w:t xml:space="preserve"> </w:t>
      </w:r>
      <w:r w:rsidR="006A5D49">
        <w:rPr>
          <w:sz w:val="18"/>
          <w:szCs w:val="18"/>
        </w:rPr>
        <w:t>9 месяцев</w:t>
      </w:r>
      <w:r w:rsidR="00F7416F">
        <w:rPr>
          <w:sz w:val="18"/>
          <w:szCs w:val="18"/>
        </w:rPr>
        <w:t xml:space="preserve"> </w:t>
      </w:r>
      <w:r w:rsidRPr="00BF13B8">
        <w:rPr>
          <w:sz w:val="18"/>
          <w:szCs w:val="18"/>
        </w:rPr>
        <w:t>202</w:t>
      </w:r>
      <w:r w:rsidR="00ED15BD"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        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</w:p>
    <w:p w:rsidR="00BF2287" w:rsidRPr="00BF13B8" w:rsidRDefault="00975749" w:rsidP="00BF2287">
      <w:pPr>
        <w:jc w:val="center"/>
        <w:rPr>
          <w:b/>
          <w:color w:val="000000"/>
          <w:sz w:val="22"/>
          <w:szCs w:val="22"/>
        </w:rPr>
      </w:pPr>
      <w:hyperlink r:id="rId10" w:history="1">
        <w:r w:rsidR="00BF2287" w:rsidRPr="00BF13B8">
          <w:rPr>
            <w:b/>
            <w:color w:val="000000"/>
            <w:sz w:val="22"/>
            <w:szCs w:val="22"/>
          </w:rPr>
          <w:t>Источники</w:t>
        </w:r>
      </w:hyperlink>
      <w:r w:rsidR="00BF2287" w:rsidRPr="00BF13B8">
        <w:rPr>
          <w:b/>
          <w:color w:val="000000"/>
          <w:sz w:val="22"/>
          <w:szCs w:val="22"/>
        </w:rPr>
        <w:t xml:space="preserve"> внутреннего финансирования дефицита бюджета </w:t>
      </w:r>
      <w:proofErr w:type="spellStart"/>
      <w:r w:rsidR="00BF2287"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="00BF2287" w:rsidRPr="00BF13B8">
        <w:rPr>
          <w:b/>
          <w:color w:val="000000"/>
          <w:sz w:val="22"/>
          <w:szCs w:val="22"/>
        </w:rPr>
        <w:t xml:space="preserve"> сельского поселения на 202</w:t>
      </w:r>
      <w:r w:rsidR="00A83F9E">
        <w:rPr>
          <w:b/>
          <w:color w:val="000000"/>
          <w:sz w:val="22"/>
          <w:szCs w:val="22"/>
        </w:rPr>
        <w:t>4</w:t>
      </w:r>
      <w:r w:rsidR="00BF2287" w:rsidRPr="00BF13B8">
        <w:rPr>
          <w:b/>
          <w:color w:val="000000"/>
          <w:sz w:val="22"/>
          <w:szCs w:val="22"/>
        </w:rPr>
        <w:t xml:space="preserve"> год и на плановый период 202</w:t>
      </w:r>
      <w:r w:rsidR="00A83F9E">
        <w:rPr>
          <w:b/>
          <w:color w:val="000000"/>
          <w:sz w:val="22"/>
          <w:szCs w:val="22"/>
        </w:rPr>
        <w:t>5</w:t>
      </w:r>
      <w:r w:rsidR="00BF2287" w:rsidRPr="00BF13B8">
        <w:rPr>
          <w:b/>
          <w:color w:val="000000"/>
          <w:sz w:val="22"/>
          <w:szCs w:val="22"/>
        </w:rPr>
        <w:t>и 202</w:t>
      </w:r>
      <w:r w:rsidR="00A83F9E">
        <w:rPr>
          <w:b/>
          <w:color w:val="000000"/>
          <w:sz w:val="22"/>
          <w:szCs w:val="22"/>
        </w:rPr>
        <w:t>6</w:t>
      </w:r>
      <w:r w:rsidR="00BF2287" w:rsidRPr="00BF13B8">
        <w:rPr>
          <w:b/>
          <w:color w:val="000000"/>
          <w:sz w:val="22"/>
          <w:szCs w:val="22"/>
        </w:rPr>
        <w:t xml:space="preserve"> годов</w:t>
      </w: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D94189" w:rsidRPr="00BF13B8" w:rsidTr="00612A29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94189" w:rsidRPr="00A555AB" w:rsidRDefault="00D94189" w:rsidP="00992AE5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 xml:space="preserve">Код классификации </w:t>
            </w:r>
          </w:p>
          <w:p w:rsidR="00D94189" w:rsidRDefault="00D94189" w:rsidP="00992AE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  <w:sz w:val="22"/>
                <w:szCs w:val="22"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94189" w:rsidRDefault="00D94189" w:rsidP="00992AE5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>Наименование кода классификации</w:t>
            </w:r>
          </w:p>
          <w:p w:rsidR="00D94189" w:rsidRDefault="00D94189" w:rsidP="00992AE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  <w:sz w:val="22"/>
                <w:szCs w:val="22"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94189" w:rsidRDefault="00D94189" w:rsidP="00992AE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0110A" w:rsidRPr="00BF13B8" w:rsidTr="00612A29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BF13B8" w:rsidRDefault="0040110A" w:rsidP="00612A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0110A" w:rsidRPr="00BF13B8" w:rsidRDefault="0040110A" w:rsidP="00612A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0110A" w:rsidRDefault="0040110A" w:rsidP="00A83F9E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0110A" w:rsidRDefault="0040110A" w:rsidP="00A83F9E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0110A" w:rsidRDefault="0040110A" w:rsidP="00A83F9E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0110A" w:rsidRPr="00BF13B8" w:rsidTr="00A83F9E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023163">
              <w:rPr>
                <w:b/>
                <w:color w:val="000000"/>
              </w:rPr>
              <w:t>в-</w:t>
            </w:r>
            <w:proofErr w:type="gramEnd"/>
            <w:r w:rsidRPr="00023163">
              <w:rPr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snapToGrid w:val="0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0</w:t>
            </w:r>
          </w:p>
        </w:tc>
      </w:tr>
      <w:tr w:rsidR="0040110A" w:rsidRPr="00BF13B8" w:rsidTr="00A83F9E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snapToGrid w:val="0"/>
              <w:jc w:val="both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both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40110A" w:rsidRPr="00BF13B8" w:rsidTr="00A83F9E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  <w:rPr>
                <w:b/>
              </w:rPr>
            </w:pPr>
            <w:r w:rsidRPr="0048068A">
              <w:rPr>
                <w:b/>
              </w:rPr>
              <w:tab/>
              <w:t>-</w:t>
            </w:r>
            <w:r w:rsidR="006A5D49">
              <w:rPr>
                <w:b/>
              </w:rPr>
              <w:t>18335242,05</w:t>
            </w:r>
            <w:r w:rsidRPr="0048068A">
              <w:rPr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-10066240,00</w:t>
            </w:r>
          </w:p>
        </w:tc>
      </w:tr>
      <w:tr w:rsidR="0040110A" w:rsidRPr="00BF13B8" w:rsidTr="00A83F9E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 xml:space="preserve">000 01 05 02 00 </w:t>
            </w:r>
            <w:proofErr w:type="spellStart"/>
            <w:r w:rsidRPr="00023163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6A5D49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6A5D49">
              <w:tab/>
              <w:t>-</w:t>
            </w:r>
            <w:r w:rsidR="006A5D49" w:rsidRPr="006A5D49">
              <w:t>18335242,05</w:t>
            </w:r>
            <w:r w:rsidRPr="006A5D49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-10066240,00</w:t>
            </w:r>
          </w:p>
        </w:tc>
      </w:tr>
      <w:tr w:rsidR="0040110A" w:rsidRPr="00BF13B8" w:rsidTr="00A83F9E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6A5D49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6A5D49">
              <w:tab/>
              <w:t>-</w:t>
            </w:r>
            <w:r w:rsidR="006A5D49" w:rsidRPr="006A5D49">
              <w:t>18335242,05</w:t>
            </w:r>
            <w:r w:rsidRPr="006A5D49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-10066240,00</w:t>
            </w:r>
          </w:p>
        </w:tc>
      </w:tr>
      <w:tr w:rsidR="0040110A" w:rsidRPr="00BF13B8" w:rsidTr="00A83F9E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6A5D49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6A5D49">
              <w:tab/>
            </w:r>
            <w:r w:rsidR="00265646" w:rsidRPr="006A5D49">
              <w:t>-</w:t>
            </w:r>
            <w:r w:rsidR="006A5D49" w:rsidRPr="006A5D49">
              <w:t>18335242,05</w:t>
            </w:r>
            <w:r w:rsidRPr="006A5D49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-10066240,00</w:t>
            </w:r>
          </w:p>
        </w:tc>
      </w:tr>
      <w:tr w:rsidR="00265646" w:rsidRPr="00BF13B8" w:rsidTr="00A83F9E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65646" w:rsidRPr="00265646" w:rsidRDefault="006A5D49" w:rsidP="00265646">
            <w:pPr>
              <w:jc w:val="center"/>
              <w:rPr>
                <w:b/>
              </w:rPr>
            </w:pPr>
            <w:r>
              <w:rPr>
                <w:b/>
              </w:rPr>
              <w:t>18335242,05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10066240,00</w:t>
            </w:r>
          </w:p>
        </w:tc>
      </w:tr>
      <w:tr w:rsidR="006A5D49" w:rsidRPr="00BF13B8" w:rsidTr="006A5D49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A5D49" w:rsidRPr="00023163" w:rsidRDefault="006A5D49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 xml:space="preserve">000 01 05 02 00 </w:t>
            </w:r>
            <w:proofErr w:type="spellStart"/>
            <w:r w:rsidRPr="00023163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A5D49" w:rsidRPr="00023163" w:rsidRDefault="006A5D49" w:rsidP="00992AE5">
            <w:pPr>
              <w:snapToGrid w:val="0"/>
              <w:rPr>
                <w:color w:val="000000"/>
              </w:rPr>
            </w:pPr>
            <w:r w:rsidRPr="00023163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A5D49" w:rsidRPr="006A5D49" w:rsidRDefault="006A5D49" w:rsidP="006A5D49">
            <w:pPr>
              <w:jc w:val="center"/>
            </w:pPr>
            <w:r w:rsidRPr="006A5D49">
              <w:t>18335242,05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D49" w:rsidRPr="0048068A" w:rsidRDefault="006A5D49" w:rsidP="00A83F9E">
            <w:pPr>
              <w:snapToGrid w:val="0"/>
              <w:jc w:val="center"/>
            </w:pPr>
            <w:r w:rsidRPr="0048068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D49" w:rsidRPr="0048068A" w:rsidRDefault="006A5D49" w:rsidP="00A83F9E">
            <w:pPr>
              <w:snapToGrid w:val="0"/>
              <w:jc w:val="center"/>
            </w:pPr>
            <w:r w:rsidRPr="0048068A">
              <w:t>10066240,00</w:t>
            </w:r>
          </w:p>
        </w:tc>
      </w:tr>
      <w:tr w:rsidR="006A5D49" w:rsidRPr="00BF13B8" w:rsidTr="006A5D49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A5D49" w:rsidRPr="00023163" w:rsidRDefault="006A5D49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023163">
              <w:rPr>
                <w:color w:val="000000"/>
                <w:sz w:val="22"/>
                <w:szCs w:val="22"/>
              </w:rPr>
              <w:t xml:space="preserve">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A5D49" w:rsidRPr="00023163" w:rsidRDefault="006A5D49" w:rsidP="00992AE5">
            <w:pPr>
              <w:snapToGrid w:val="0"/>
              <w:rPr>
                <w:color w:val="000000"/>
              </w:rPr>
            </w:pPr>
            <w:r w:rsidRPr="00023163"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A5D49" w:rsidRPr="006A5D49" w:rsidRDefault="006A5D49" w:rsidP="006A5D49">
            <w:pPr>
              <w:jc w:val="center"/>
            </w:pPr>
            <w:r w:rsidRPr="006A5D49">
              <w:t>18335242,05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D49" w:rsidRPr="0048068A" w:rsidRDefault="006A5D49" w:rsidP="00A83F9E">
            <w:pPr>
              <w:snapToGrid w:val="0"/>
              <w:jc w:val="center"/>
            </w:pPr>
            <w:r w:rsidRPr="0048068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D49" w:rsidRPr="0048068A" w:rsidRDefault="006A5D49" w:rsidP="00A83F9E">
            <w:pPr>
              <w:snapToGrid w:val="0"/>
              <w:jc w:val="center"/>
            </w:pPr>
            <w:r w:rsidRPr="0048068A">
              <w:t>10066240,00</w:t>
            </w:r>
          </w:p>
        </w:tc>
      </w:tr>
      <w:tr w:rsidR="006A5D49" w:rsidRPr="00BF13B8" w:rsidTr="006A5D49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A5D49" w:rsidRPr="00023163" w:rsidRDefault="006A5D49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023163">
              <w:rPr>
                <w:color w:val="000000"/>
                <w:sz w:val="22"/>
                <w:szCs w:val="22"/>
              </w:rPr>
              <w:t xml:space="preserve">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A5D49" w:rsidRPr="00023163" w:rsidRDefault="006A5D49" w:rsidP="00992AE5">
            <w:pPr>
              <w:snapToGrid w:val="0"/>
              <w:rPr>
                <w:color w:val="000000"/>
              </w:rPr>
            </w:pPr>
            <w:r w:rsidRPr="00023163"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A5D49" w:rsidRPr="006A5D49" w:rsidRDefault="006A5D49" w:rsidP="006A5D49">
            <w:pPr>
              <w:jc w:val="center"/>
            </w:pPr>
            <w:r w:rsidRPr="006A5D49">
              <w:t>18335242,05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D49" w:rsidRPr="0048068A" w:rsidRDefault="006A5D49" w:rsidP="00A83F9E">
            <w:pPr>
              <w:snapToGrid w:val="0"/>
              <w:jc w:val="center"/>
            </w:pPr>
            <w:r w:rsidRPr="0048068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D49" w:rsidRPr="0048068A" w:rsidRDefault="006A5D49" w:rsidP="00A83F9E">
            <w:pPr>
              <w:snapToGrid w:val="0"/>
              <w:jc w:val="center"/>
            </w:pPr>
            <w:r w:rsidRPr="0048068A">
              <w:t>10066240,00</w:t>
            </w:r>
          </w:p>
        </w:tc>
      </w:tr>
    </w:tbl>
    <w:p w:rsidR="00D94189" w:rsidRDefault="00D94189" w:rsidP="00E07ADB">
      <w:pPr>
        <w:jc w:val="right"/>
        <w:rPr>
          <w:sz w:val="18"/>
          <w:szCs w:val="18"/>
        </w:rPr>
      </w:pPr>
    </w:p>
    <w:p w:rsidR="00D94189" w:rsidRDefault="00D94189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B00B55" w:rsidRDefault="00B00B55" w:rsidP="00E07ADB">
      <w:pPr>
        <w:jc w:val="right"/>
        <w:rPr>
          <w:sz w:val="18"/>
          <w:szCs w:val="18"/>
        </w:rPr>
      </w:pP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lastRenderedPageBreak/>
        <w:t xml:space="preserve">Приложение  3    к решению                                     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Совета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  <w:r w:rsidRPr="00BF13B8">
        <w:rPr>
          <w:sz w:val="18"/>
          <w:szCs w:val="18"/>
        </w:rPr>
        <w:t xml:space="preserve">  сельского поселения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A51326" w:rsidRPr="00BF13B8" w:rsidRDefault="00E07ADB" w:rsidP="00A51326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 w:rsidR="0073085D">
        <w:rPr>
          <w:sz w:val="18"/>
          <w:szCs w:val="18"/>
        </w:rPr>
        <w:t xml:space="preserve"> </w:t>
      </w:r>
      <w:r w:rsidR="006A5D49">
        <w:rPr>
          <w:sz w:val="18"/>
          <w:szCs w:val="18"/>
        </w:rPr>
        <w:t>9 месяцев</w:t>
      </w:r>
      <w:r w:rsidR="00F7416F">
        <w:rPr>
          <w:sz w:val="18"/>
          <w:szCs w:val="18"/>
        </w:rPr>
        <w:t xml:space="preserve"> </w:t>
      </w:r>
      <w:r w:rsidR="0073085D">
        <w:rPr>
          <w:sz w:val="18"/>
          <w:szCs w:val="18"/>
        </w:rPr>
        <w:t xml:space="preserve"> </w:t>
      </w:r>
      <w:r w:rsidRPr="00BF13B8">
        <w:rPr>
          <w:sz w:val="18"/>
          <w:szCs w:val="18"/>
        </w:rPr>
        <w:t>202</w:t>
      </w:r>
      <w:r w:rsidR="00ED15BD"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</w:t>
      </w:r>
      <w:r w:rsidR="00A020DB" w:rsidRPr="00BF13B8">
        <w:rPr>
          <w:sz w:val="18"/>
          <w:szCs w:val="18"/>
        </w:rPr>
        <w:t xml:space="preserve">                                                                                                    </w:t>
      </w:r>
      <w:r w:rsidR="00A020DB"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A020DB" w:rsidRPr="00BF13B8">
        <w:rPr>
          <w:sz w:val="18"/>
          <w:szCs w:val="18"/>
        </w:rPr>
        <w:t xml:space="preserve"> </w:t>
      </w:r>
      <w:r w:rsidR="00A51326" w:rsidRPr="00BF13B8">
        <w:rPr>
          <w:sz w:val="18"/>
          <w:szCs w:val="18"/>
        </w:rPr>
        <w:t xml:space="preserve">                                                                                                          </w:t>
      </w:r>
    </w:p>
    <w:p w:rsidR="002C6593" w:rsidRPr="00BF13B8" w:rsidRDefault="002C6593" w:rsidP="002C6593">
      <w:pPr>
        <w:jc w:val="right"/>
        <w:rPr>
          <w:sz w:val="18"/>
          <w:szCs w:val="18"/>
        </w:rPr>
      </w:pPr>
    </w:p>
    <w:p w:rsidR="001B0C0F" w:rsidRPr="00BF13B8" w:rsidRDefault="001B0C0F" w:rsidP="00A020DB">
      <w:pPr>
        <w:rPr>
          <w:b/>
          <w:color w:val="000000"/>
          <w:sz w:val="22"/>
          <w:szCs w:val="22"/>
        </w:rPr>
      </w:pPr>
      <w:r w:rsidRPr="00BF13B8">
        <w:rPr>
          <w:b/>
          <w:color w:val="000000"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 и не включенным в муниципальные программы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 направлениям деятельности администрации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поселения), группам </w:t>
      </w:r>
      <w:proofErr w:type="gramStart"/>
      <w:r w:rsidRPr="00BF13B8">
        <w:rPr>
          <w:b/>
          <w:color w:val="000000"/>
          <w:sz w:val="22"/>
          <w:szCs w:val="22"/>
        </w:rPr>
        <w:t>видов расходов классификации расходов бюджета</w:t>
      </w:r>
      <w:proofErr w:type="gramEnd"/>
      <w:r w:rsidRPr="00BF13B8">
        <w:rPr>
          <w:b/>
          <w:color w:val="000000"/>
          <w:sz w:val="22"/>
          <w:szCs w:val="22"/>
        </w:rPr>
        <w:t xml:space="preserve">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 на 202</w:t>
      </w:r>
      <w:r w:rsidR="00A83F9E">
        <w:rPr>
          <w:b/>
          <w:color w:val="000000"/>
          <w:sz w:val="22"/>
          <w:szCs w:val="22"/>
        </w:rPr>
        <w:t>4</w:t>
      </w:r>
      <w:r w:rsidRPr="00BF13B8">
        <w:rPr>
          <w:b/>
          <w:color w:val="000000"/>
          <w:sz w:val="22"/>
          <w:szCs w:val="22"/>
        </w:rPr>
        <w:t xml:space="preserve"> год</w:t>
      </w:r>
    </w:p>
    <w:tbl>
      <w:tblPr>
        <w:tblW w:w="533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2"/>
        <w:gridCol w:w="1648"/>
        <w:gridCol w:w="1068"/>
        <w:gridCol w:w="1686"/>
        <w:gridCol w:w="1686"/>
        <w:gridCol w:w="1321"/>
      </w:tblGrid>
      <w:tr w:rsidR="001662C0" w:rsidRPr="00BF13B8" w:rsidTr="000764AE">
        <w:trPr>
          <w:trHeight w:val="323"/>
        </w:trPr>
        <w:tc>
          <w:tcPr>
            <w:tcW w:w="8082" w:type="dxa"/>
            <w:vMerge w:val="restart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648" w:type="dxa"/>
            <w:vMerge w:val="restart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068" w:type="dxa"/>
            <w:vMerge w:val="restart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3372" w:type="dxa"/>
            <w:gridSpan w:val="2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321" w:type="dxa"/>
            <w:vMerge w:val="restart"/>
            <w:shd w:val="clear" w:color="000000" w:fill="auto"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</w:tc>
      </w:tr>
      <w:tr w:rsidR="001662C0" w:rsidRPr="00BF13B8" w:rsidTr="000764AE">
        <w:trPr>
          <w:trHeight w:val="322"/>
        </w:trPr>
        <w:tc>
          <w:tcPr>
            <w:tcW w:w="8082" w:type="dxa"/>
            <w:vMerge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8" w:type="dxa"/>
            <w:vMerge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8" w:type="dxa"/>
            <w:vMerge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686" w:type="dxa"/>
            <w:shd w:val="clear" w:color="000000" w:fill="auto"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исполнение</w:t>
            </w:r>
          </w:p>
        </w:tc>
        <w:tc>
          <w:tcPr>
            <w:tcW w:w="1321" w:type="dxa"/>
            <w:vMerge/>
            <w:shd w:val="clear" w:color="000000" w:fill="auto"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bCs/>
              </w:rPr>
            </w:pPr>
            <w:r w:rsidRPr="0048068A">
              <w:rPr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b/>
                <w:bCs/>
              </w:rPr>
              <w:t>Новоусадебского</w:t>
            </w:r>
            <w:proofErr w:type="spellEnd"/>
            <w:r w:rsidRPr="0048068A">
              <w:rPr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bCs/>
              </w:rPr>
            </w:pPr>
            <w:r w:rsidRPr="0048068A">
              <w:rPr>
                <w:b/>
                <w:bCs/>
              </w:rPr>
              <w:t>0100000000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bCs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7F0CE4" w:rsidP="00A83F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3722741,36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7F0CE4" w:rsidP="000258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2630543,88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F0CE4" w:rsidP="00BF6A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70,7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«Обеспечение деятельности главы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6A5D49" w:rsidP="00A83F9E">
            <w:pPr>
              <w:jc w:val="center"/>
              <w:rPr>
                <w:b/>
              </w:rPr>
            </w:pPr>
            <w:r>
              <w:rPr>
                <w:b/>
              </w:rPr>
              <w:t>1171114,08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A332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862197,32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F0CE4" w:rsidP="00BF6A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73,6</w:t>
            </w:r>
          </w:p>
        </w:tc>
      </w:tr>
      <w:tr w:rsidR="006A5D49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both"/>
            </w:pPr>
            <w:r w:rsidRPr="0048068A">
              <w:t xml:space="preserve">Основное мероприятие «Обеспечение функций главы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  <w:r w:rsidRPr="0048068A">
              <w:t>0110100000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6A5D49" w:rsidRPr="006A5D49" w:rsidRDefault="006A5D49" w:rsidP="00187496">
            <w:pPr>
              <w:jc w:val="center"/>
            </w:pPr>
            <w:r w:rsidRPr="006A5D49">
              <w:t>1171114,08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6A5D49" w:rsidRPr="006A5D49" w:rsidRDefault="006A5D49" w:rsidP="00187496">
            <w:pPr>
              <w:jc w:val="center"/>
              <w:rPr>
                <w:sz w:val="22"/>
                <w:szCs w:val="22"/>
              </w:rPr>
            </w:pPr>
            <w:r w:rsidRPr="006A5D49">
              <w:rPr>
                <w:sz w:val="22"/>
                <w:szCs w:val="22"/>
              </w:rPr>
              <w:t>862197,32</w:t>
            </w:r>
          </w:p>
        </w:tc>
        <w:tc>
          <w:tcPr>
            <w:tcW w:w="1321" w:type="dxa"/>
            <w:shd w:val="clear" w:color="000000" w:fill="auto"/>
          </w:tcPr>
          <w:p w:rsidR="006A5D49" w:rsidRPr="00F66B8E" w:rsidRDefault="006A5D49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6A5D49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both"/>
            </w:pPr>
            <w:r w:rsidRPr="0048068A">
              <w:t xml:space="preserve">Обеспечение функций главы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  <w:r w:rsidRPr="0048068A">
              <w:t>0110100020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6A5D49" w:rsidRPr="006A5D49" w:rsidRDefault="006A5D49" w:rsidP="00187496">
            <w:pPr>
              <w:jc w:val="center"/>
            </w:pPr>
            <w:r w:rsidRPr="006A5D49">
              <w:t>1171114,08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6A5D49" w:rsidRPr="006A5D49" w:rsidRDefault="006A5D49" w:rsidP="00187496">
            <w:pPr>
              <w:jc w:val="center"/>
              <w:rPr>
                <w:sz w:val="22"/>
                <w:szCs w:val="22"/>
              </w:rPr>
            </w:pPr>
            <w:r w:rsidRPr="006A5D49">
              <w:rPr>
                <w:sz w:val="22"/>
                <w:szCs w:val="22"/>
              </w:rPr>
              <w:t>862197,32</w:t>
            </w:r>
          </w:p>
        </w:tc>
        <w:tc>
          <w:tcPr>
            <w:tcW w:w="1321" w:type="dxa"/>
            <w:shd w:val="clear" w:color="000000" w:fill="auto"/>
          </w:tcPr>
          <w:p w:rsidR="006A5D49" w:rsidRPr="00F66B8E" w:rsidRDefault="006A5D49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«Обеспечение деятельности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6A5D49" w:rsidP="00A83F9E">
            <w:pPr>
              <w:jc w:val="center"/>
              <w:rPr>
                <w:b/>
              </w:rPr>
            </w:pPr>
            <w:r>
              <w:rPr>
                <w:b/>
              </w:rPr>
              <w:t>2551627,28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0258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1768346,56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F0CE4" w:rsidP="00BF6A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6A5D49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both"/>
            </w:pPr>
            <w:r w:rsidRPr="0048068A">
              <w:t xml:space="preserve">Основное мероприятие «Обеспечение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  <w:r w:rsidRPr="0048068A">
              <w:t>0120100000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6A5D49" w:rsidRPr="006A5D49" w:rsidRDefault="006A5D49" w:rsidP="00187496">
            <w:pPr>
              <w:jc w:val="center"/>
            </w:pPr>
            <w:r w:rsidRPr="006A5D49">
              <w:t>2551627,28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6A5D49" w:rsidRPr="006A5D49" w:rsidRDefault="006A5D49" w:rsidP="00187496">
            <w:pPr>
              <w:jc w:val="center"/>
              <w:rPr>
                <w:sz w:val="22"/>
                <w:szCs w:val="22"/>
              </w:rPr>
            </w:pPr>
            <w:r w:rsidRPr="006A5D49">
              <w:rPr>
                <w:sz w:val="22"/>
                <w:szCs w:val="22"/>
              </w:rPr>
              <w:t>1768346,56</w:t>
            </w:r>
          </w:p>
        </w:tc>
        <w:tc>
          <w:tcPr>
            <w:tcW w:w="1321" w:type="dxa"/>
            <w:shd w:val="clear" w:color="000000" w:fill="auto"/>
          </w:tcPr>
          <w:p w:rsidR="006A5D49" w:rsidRPr="00F66B8E" w:rsidRDefault="006A5D49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6A5D49" w:rsidP="00A83F9E">
            <w:pPr>
              <w:jc w:val="center"/>
            </w:pPr>
            <w:r>
              <w:t>2346714,52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1652678,36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186296,76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101965,78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6A5D49" w:rsidP="00A83F9E">
            <w:pPr>
              <w:jc w:val="center"/>
            </w:pPr>
            <w:r>
              <w:t>18616,00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13702,42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b/>
                <w:bCs/>
              </w:rPr>
              <w:lastRenderedPageBreak/>
              <w:t>Новоусадебского</w:t>
            </w:r>
            <w:proofErr w:type="spellEnd"/>
            <w:r w:rsidRPr="0048068A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lastRenderedPageBreak/>
              <w:t>0200000000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345750,00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A33223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232714,29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F0CE4" w:rsidP="00BF6A1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67,3</w:t>
            </w: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</w:rPr>
              <w:lastRenderedPageBreak/>
              <w:t>Подпрограмма</w:t>
            </w:r>
            <w:r w:rsidRPr="0048068A">
              <w:t xml:space="preserve"> «</w:t>
            </w:r>
            <w:r w:rsidRPr="0048068A">
              <w:rPr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bCs/>
              </w:rPr>
              <w:t>Новоусадебского</w:t>
            </w:r>
            <w:proofErr w:type="spellEnd"/>
            <w:r w:rsidRPr="0048068A">
              <w:rPr>
                <w:bCs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345750,00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232714,29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D6104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345750,00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232714,29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D6104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0210151180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300637,00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232714,29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0210151180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45113,00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b/>
                <w:bCs/>
              </w:rPr>
              <w:t>Новоусадебского</w:t>
            </w:r>
            <w:proofErr w:type="spellEnd"/>
            <w:r w:rsidRPr="0048068A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0300000000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6A5D49" w:rsidP="00A83F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288822,60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A332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288822,60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F0CE4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6A5D49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  <w:bCs/>
                <w:iCs/>
              </w:rPr>
              <w:t xml:space="preserve">Подпрограмма </w:t>
            </w:r>
            <w:r w:rsidRPr="0048068A">
              <w:rPr>
                <w:bCs/>
                <w:iCs/>
              </w:rPr>
              <w:t>«</w:t>
            </w:r>
            <w:r w:rsidRPr="0048068A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  <w:r w:rsidRPr="0048068A">
              <w:t>0320000000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6A5D49" w:rsidRPr="006A5D49" w:rsidRDefault="006A5D49" w:rsidP="00187496">
            <w:pPr>
              <w:jc w:val="center"/>
              <w:rPr>
                <w:color w:val="000000"/>
              </w:rPr>
            </w:pPr>
            <w:r w:rsidRPr="006A5D49">
              <w:rPr>
                <w:color w:val="000000"/>
              </w:rPr>
              <w:t>288822,60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6A5D49" w:rsidRPr="006A5D49" w:rsidRDefault="006A5D49" w:rsidP="00187496">
            <w:pPr>
              <w:jc w:val="center"/>
              <w:rPr>
                <w:color w:val="000000"/>
                <w:sz w:val="22"/>
                <w:szCs w:val="22"/>
              </w:rPr>
            </w:pPr>
            <w:r w:rsidRPr="006A5D49">
              <w:rPr>
                <w:color w:val="000000"/>
                <w:sz w:val="22"/>
                <w:szCs w:val="22"/>
              </w:rPr>
              <w:t>288822,60</w:t>
            </w:r>
          </w:p>
        </w:tc>
        <w:tc>
          <w:tcPr>
            <w:tcW w:w="1321" w:type="dxa"/>
            <w:shd w:val="clear" w:color="000000" w:fill="auto"/>
          </w:tcPr>
          <w:p w:rsidR="006A5D49" w:rsidRPr="00F66B8E" w:rsidRDefault="006A5D49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5D49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Основное мероприятие «</w:t>
            </w:r>
            <w:r w:rsidRPr="0048068A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  <w:r w:rsidRPr="0048068A">
              <w:t>0320100000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6A5D49" w:rsidRPr="006A5D49" w:rsidRDefault="006A5D49" w:rsidP="00187496">
            <w:pPr>
              <w:jc w:val="center"/>
              <w:rPr>
                <w:color w:val="000000"/>
              </w:rPr>
            </w:pPr>
            <w:r w:rsidRPr="006A5D49">
              <w:rPr>
                <w:color w:val="000000"/>
              </w:rPr>
              <w:t>288822,60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6A5D49" w:rsidRPr="006A5D49" w:rsidRDefault="006A5D49" w:rsidP="00187496">
            <w:pPr>
              <w:jc w:val="center"/>
              <w:rPr>
                <w:color w:val="000000"/>
                <w:sz w:val="22"/>
                <w:szCs w:val="22"/>
              </w:rPr>
            </w:pPr>
            <w:r w:rsidRPr="006A5D49">
              <w:rPr>
                <w:color w:val="000000"/>
                <w:sz w:val="22"/>
                <w:szCs w:val="22"/>
              </w:rPr>
              <w:t>288822,60</w:t>
            </w:r>
          </w:p>
        </w:tc>
        <w:tc>
          <w:tcPr>
            <w:tcW w:w="1321" w:type="dxa"/>
            <w:shd w:val="clear" w:color="000000" w:fill="auto"/>
          </w:tcPr>
          <w:p w:rsidR="006A5D49" w:rsidRPr="00F66B8E" w:rsidRDefault="006A5D49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5D49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both"/>
              <w:rPr>
                <w:bCs/>
                <w:iCs/>
              </w:rPr>
            </w:pPr>
            <w:r w:rsidRPr="0048068A">
              <w:rPr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iCs/>
              </w:rPr>
              <w:t>Новоусадебского</w:t>
            </w:r>
            <w:proofErr w:type="spellEnd"/>
            <w:r w:rsidRPr="0048068A">
              <w:rPr>
                <w:iCs/>
              </w:rPr>
              <w:t xml:space="preserve"> сельского поселения</w:t>
            </w:r>
            <w:r w:rsidRPr="0048068A">
              <w:rPr>
                <w:i/>
                <w:iCs/>
              </w:rPr>
              <w:t xml:space="preserve"> </w:t>
            </w:r>
            <w:r w:rsidRPr="0048068A"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  <w:r w:rsidRPr="0048068A">
              <w:t>0320120020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6A5D49" w:rsidRPr="0048068A" w:rsidRDefault="006A5D49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6A5D49" w:rsidRPr="006A5D49" w:rsidRDefault="006A5D49" w:rsidP="00187496">
            <w:pPr>
              <w:jc w:val="center"/>
              <w:rPr>
                <w:color w:val="000000"/>
              </w:rPr>
            </w:pPr>
            <w:r w:rsidRPr="006A5D49">
              <w:rPr>
                <w:color w:val="000000"/>
              </w:rPr>
              <w:t>288822,60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6A5D49" w:rsidRPr="006A5D49" w:rsidRDefault="006A5D49" w:rsidP="00187496">
            <w:pPr>
              <w:jc w:val="center"/>
              <w:rPr>
                <w:color w:val="000000"/>
                <w:sz w:val="22"/>
                <w:szCs w:val="22"/>
              </w:rPr>
            </w:pPr>
            <w:r w:rsidRPr="006A5D49">
              <w:rPr>
                <w:color w:val="000000"/>
                <w:sz w:val="22"/>
                <w:szCs w:val="22"/>
              </w:rPr>
              <w:t>288822,60</w:t>
            </w:r>
          </w:p>
        </w:tc>
        <w:tc>
          <w:tcPr>
            <w:tcW w:w="1321" w:type="dxa"/>
            <w:shd w:val="clear" w:color="000000" w:fill="auto"/>
          </w:tcPr>
          <w:p w:rsidR="006A5D49" w:rsidRPr="00F66B8E" w:rsidRDefault="006A5D49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 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0400000000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CD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30000</w:t>
            </w:r>
            <w:r w:rsidR="00A83F9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F0CE4" w:rsidP="00BF6A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10,7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0410000000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  <w:r w:rsidR="00A83F9E">
              <w:rPr>
                <w:sz w:val="22"/>
                <w:szCs w:val="22"/>
              </w:rPr>
              <w:t>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proofErr w:type="gramStart"/>
            <w:r w:rsidRPr="0048068A">
              <w:rPr>
                <w:bCs/>
                <w:iCs/>
              </w:rPr>
              <w:t xml:space="preserve"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</w:t>
            </w:r>
            <w:r w:rsidRPr="0048068A">
              <w:rPr>
                <w:bCs/>
                <w:iCs/>
              </w:rPr>
              <w:lastRenderedPageBreak/>
              <w:t>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48068A">
              <w:rPr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lastRenderedPageBreak/>
              <w:t>0410100000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="00A83F9E"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iCs/>
              </w:rPr>
              <w:lastRenderedPageBreak/>
              <w:t xml:space="preserve">Осуществление части полномочий </w:t>
            </w:r>
            <w:proofErr w:type="gramStart"/>
            <w:r w:rsidRPr="0048068A">
              <w:rPr>
                <w:iCs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04101Р1000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6A5D4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  <w:r w:rsidR="00A83F9E">
              <w:rPr>
                <w:sz w:val="22"/>
                <w:szCs w:val="22"/>
              </w:rPr>
              <w:t>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bCs/>
                <w:iCs/>
              </w:rPr>
            </w:pPr>
            <w:r w:rsidRPr="0048068A">
              <w:rPr>
                <w:b/>
                <w:iCs/>
              </w:rPr>
              <w:t xml:space="preserve">Муниципальная программа </w:t>
            </w:r>
            <w:r w:rsidRPr="0048068A">
              <w:rPr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 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0500000000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9B08DA" w:rsidP="00A83F9E">
            <w:pPr>
              <w:jc w:val="center"/>
              <w:rPr>
                <w:b/>
              </w:rPr>
            </w:pPr>
            <w:r>
              <w:rPr>
                <w:b/>
              </w:rPr>
              <w:t>2408286,60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9B08DA" w:rsidP="00340C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2109281,43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F0CE4" w:rsidP="00775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87,6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b/>
                <w:bCs/>
                <w:color w:val="000000"/>
              </w:rPr>
              <w:t>Подпрограмма</w:t>
            </w:r>
            <w:r w:rsidRPr="0048068A">
              <w:rPr>
                <w:bCs/>
                <w:color w:val="000000"/>
              </w:rPr>
              <w:t xml:space="preserve"> «</w:t>
            </w:r>
            <w:r w:rsidRPr="0048068A">
              <w:rPr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830845,29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9B08DA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531840,12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F0CE4" w:rsidP="00BF6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iCs/>
                <w:color w:val="000000"/>
              </w:rPr>
              <w:t>Основное мероприятие «</w:t>
            </w:r>
            <w:r w:rsidRPr="0048068A">
              <w:rPr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iCs/>
                <w:color w:val="000000"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830845,29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376008,46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23475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48068A">
              <w:rPr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05101Р1220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290098,20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156994,32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color w:val="000000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05101Р1290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540747,09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B08DA" w:rsidP="005D55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374845,80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F0CE4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b/>
                <w:bCs/>
                <w:iCs/>
                <w:color w:val="000000"/>
              </w:rPr>
              <w:lastRenderedPageBreak/>
              <w:t>Подпрограмма</w:t>
            </w:r>
            <w:proofErr w:type="gramStart"/>
            <w:r w:rsidRPr="0048068A">
              <w:rPr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9B08DA" w:rsidP="00A83F9E">
            <w:pPr>
              <w:jc w:val="center"/>
            </w:pPr>
            <w:r>
              <w:t>1577441,31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B08DA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1577441,31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F0CE4" w:rsidP="007F0C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iCs/>
                <w:color w:val="000000"/>
              </w:rPr>
              <w:t>Основное мероприятие</w:t>
            </w:r>
            <w:r w:rsidRPr="0048068A">
              <w:rPr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0520200000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9B08DA" w:rsidP="00A83F9E">
            <w:pPr>
              <w:jc w:val="center"/>
            </w:pPr>
            <w:r>
              <w:t>1577441,31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B08DA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1577441,31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23475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B08D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9B08DA" w:rsidRPr="0048068A" w:rsidRDefault="009B08DA" w:rsidP="00187496">
            <w:pPr>
              <w:jc w:val="both"/>
              <w:rPr>
                <w:bCs/>
                <w:iCs/>
              </w:rPr>
            </w:pPr>
            <w:r w:rsidRPr="00C51AEB">
              <w:rPr>
                <w:rFonts w:ascii="Calibri" w:hAnsi="Calibri"/>
                <w:bCs/>
                <w:iCs/>
              </w:rPr>
              <w:t xml:space="preserve">Мероприятия по оплате расходов связанных с </w:t>
            </w:r>
            <w:r>
              <w:rPr>
                <w:rFonts w:ascii="Calibri" w:hAnsi="Calibri"/>
                <w:bCs/>
                <w:iCs/>
              </w:rPr>
              <w:t>о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рганизаци</w:t>
            </w:r>
            <w:r>
              <w:rPr>
                <w:rFonts w:ascii="Calibri" w:hAnsi="Calibri"/>
                <w:bCs/>
                <w:iCs/>
                <w:color w:val="000000"/>
              </w:rPr>
              <w:t>ей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 в границах поселения </w:t>
            </w:r>
            <w:proofErr w:type="spellStart"/>
            <w:r w:rsidRPr="003F712D">
              <w:rPr>
                <w:rFonts w:ascii="Calibri" w:hAnsi="Calibri"/>
                <w:bCs/>
                <w:iCs/>
                <w:color w:val="000000"/>
              </w:rPr>
              <w:t>электро</w:t>
            </w:r>
            <w:proofErr w:type="spellEnd"/>
            <w:r w:rsidRPr="003F712D">
              <w:rPr>
                <w:rFonts w:ascii="Calibri" w:hAnsi="Calibri"/>
                <w:bCs/>
                <w:iCs/>
                <w:color w:val="000000"/>
              </w:rPr>
              <w:t>-, тепл</w:t>
            </w:r>
            <w:proofErr w:type="gramStart"/>
            <w:r w:rsidRPr="003F712D">
              <w:rPr>
                <w:rFonts w:ascii="Calibri" w:hAnsi="Calibri"/>
                <w:bCs/>
                <w:iCs/>
                <w:color w:val="000000"/>
              </w:rPr>
              <w:t>о-</w:t>
            </w:r>
            <w:proofErr w:type="gramEnd"/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, </w:t>
            </w:r>
            <w:proofErr w:type="spellStart"/>
            <w:r w:rsidRPr="003F712D">
              <w:rPr>
                <w:rFonts w:ascii="Calibri" w:hAnsi="Calibri"/>
                <w:bCs/>
                <w:iCs/>
                <w:color w:val="000000"/>
              </w:rPr>
              <w:t>газо</w:t>
            </w:r>
            <w:proofErr w:type="spellEnd"/>
            <w:r w:rsidRPr="003F712D">
              <w:rPr>
                <w:rFonts w:ascii="Calibri" w:hAnsi="Calibri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</w:t>
            </w:r>
            <w:r>
              <w:rPr>
                <w:bCs/>
                <w:iCs/>
                <w:color w:val="000000"/>
              </w:rPr>
              <w:t xml:space="preserve">оплата по исполнительному листу за 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каменн</w:t>
            </w:r>
            <w:r>
              <w:rPr>
                <w:bCs/>
                <w:iCs/>
                <w:color w:val="000000"/>
              </w:rPr>
              <w:t>ый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угль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)</w:t>
            </w:r>
            <w:r w:rsidRPr="00C51AEB">
              <w:rPr>
                <w:rFonts w:ascii="Calibri" w:hAnsi="Calibri"/>
              </w:rPr>
              <w:t xml:space="preserve">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9B08DA" w:rsidRPr="0048068A" w:rsidRDefault="009B08DA" w:rsidP="00187496">
            <w:pPr>
              <w:jc w:val="center"/>
            </w:pPr>
            <w:r w:rsidRPr="0048068A">
              <w:t>05202</w:t>
            </w:r>
            <w:r>
              <w:t>0</w:t>
            </w:r>
            <w:r w:rsidRPr="0048068A">
              <w:t>1320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9B08DA" w:rsidRPr="0048068A" w:rsidRDefault="009B08DA" w:rsidP="001874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9B08DA" w:rsidRPr="0048068A" w:rsidRDefault="009B08DA" w:rsidP="00A83F9E">
            <w:pPr>
              <w:jc w:val="center"/>
            </w:pPr>
            <w:r>
              <w:t>982785,31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9B08DA" w:rsidRDefault="009B08DA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982785,31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9B08DA" w:rsidRPr="00F66B8E" w:rsidRDefault="009B08DA" w:rsidP="0023475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B08D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9B08DA" w:rsidRPr="0048068A" w:rsidRDefault="009B08DA" w:rsidP="00187496">
            <w:pPr>
              <w:jc w:val="both"/>
              <w:rPr>
                <w:bCs/>
                <w:iCs/>
              </w:rPr>
            </w:pPr>
            <w:r w:rsidRPr="00C51AEB">
              <w:rPr>
                <w:rFonts w:ascii="Calibri" w:hAnsi="Calibri"/>
                <w:bCs/>
                <w:iCs/>
              </w:rPr>
              <w:t xml:space="preserve">Мероприятия по оплате расходов связанных с </w:t>
            </w:r>
            <w:r>
              <w:rPr>
                <w:rFonts w:ascii="Calibri" w:hAnsi="Calibri"/>
                <w:bCs/>
                <w:iCs/>
              </w:rPr>
              <w:t>о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рганизаци</w:t>
            </w:r>
            <w:r>
              <w:rPr>
                <w:rFonts w:ascii="Calibri" w:hAnsi="Calibri"/>
                <w:bCs/>
                <w:iCs/>
                <w:color w:val="000000"/>
              </w:rPr>
              <w:t>ей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 в границах поселения </w:t>
            </w:r>
            <w:proofErr w:type="spellStart"/>
            <w:r w:rsidRPr="003F712D">
              <w:rPr>
                <w:rFonts w:ascii="Calibri" w:hAnsi="Calibri"/>
                <w:bCs/>
                <w:iCs/>
                <w:color w:val="000000"/>
              </w:rPr>
              <w:t>электро</w:t>
            </w:r>
            <w:proofErr w:type="spellEnd"/>
            <w:r w:rsidRPr="003F712D">
              <w:rPr>
                <w:rFonts w:ascii="Calibri" w:hAnsi="Calibri"/>
                <w:bCs/>
                <w:iCs/>
                <w:color w:val="000000"/>
              </w:rPr>
              <w:t>-, тепл</w:t>
            </w:r>
            <w:proofErr w:type="gramStart"/>
            <w:r w:rsidRPr="003F712D">
              <w:rPr>
                <w:rFonts w:ascii="Calibri" w:hAnsi="Calibri"/>
                <w:bCs/>
                <w:iCs/>
                <w:color w:val="000000"/>
              </w:rPr>
              <w:t>о-</w:t>
            </w:r>
            <w:proofErr w:type="gramEnd"/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, </w:t>
            </w:r>
            <w:proofErr w:type="spellStart"/>
            <w:r w:rsidRPr="003F712D">
              <w:rPr>
                <w:rFonts w:ascii="Calibri" w:hAnsi="Calibri"/>
                <w:bCs/>
                <w:iCs/>
                <w:color w:val="000000"/>
              </w:rPr>
              <w:t>газо</w:t>
            </w:r>
            <w:proofErr w:type="spellEnd"/>
            <w:r w:rsidRPr="003F712D">
              <w:rPr>
                <w:rFonts w:ascii="Calibri" w:hAnsi="Calibri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</w:t>
            </w:r>
            <w:r>
              <w:rPr>
                <w:bCs/>
                <w:iCs/>
                <w:color w:val="000000"/>
              </w:rPr>
              <w:t xml:space="preserve">оплата по исполнительному листу за 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каменн</w:t>
            </w:r>
            <w:r>
              <w:rPr>
                <w:bCs/>
                <w:iCs/>
                <w:color w:val="000000"/>
              </w:rPr>
              <w:t>ый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угль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)</w:t>
            </w:r>
            <w:r w:rsidRPr="00C51AEB">
              <w:rPr>
                <w:rFonts w:ascii="Calibri" w:hAnsi="Calibri"/>
              </w:rPr>
              <w:t xml:space="preserve">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9B08DA" w:rsidRPr="0048068A" w:rsidRDefault="009B08DA" w:rsidP="00187496">
            <w:pPr>
              <w:jc w:val="center"/>
            </w:pPr>
            <w:r w:rsidRPr="0048068A">
              <w:t>05202</w:t>
            </w:r>
            <w:r>
              <w:t>0</w:t>
            </w:r>
            <w:r w:rsidRPr="0048068A">
              <w:t>1320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9B08DA" w:rsidRPr="0048068A" w:rsidRDefault="009B08DA" w:rsidP="001874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9B08DA" w:rsidRPr="0048068A" w:rsidRDefault="009B08DA" w:rsidP="00A83F9E">
            <w:pPr>
              <w:jc w:val="center"/>
            </w:pPr>
            <w:r>
              <w:t>22656,00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9B08DA" w:rsidRDefault="009B08DA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22656,00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9B08DA" w:rsidRPr="00F66B8E" w:rsidRDefault="009B08DA" w:rsidP="0023475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D6104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bCs/>
                <w:iCs/>
                <w:color w:val="000000"/>
              </w:rPr>
              <w:t xml:space="preserve"> (водоотведение)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05202Р1320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572000,00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B08DA" w:rsidP="00D61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572000</w:t>
            </w:r>
            <w:r w:rsidR="00A83F9E">
              <w:rPr>
                <w:sz w:val="22"/>
                <w:szCs w:val="22"/>
              </w:rPr>
              <w:t>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iCs/>
              </w:rPr>
            </w:pPr>
            <w:r w:rsidRPr="0048068A">
              <w:rPr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0600000000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834A0" w:rsidP="00A83F9E">
            <w:pPr>
              <w:jc w:val="center"/>
              <w:rPr>
                <w:b/>
              </w:rPr>
            </w:pPr>
            <w:r>
              <w:rPr>
                <w:b/>
              </w:rPr>
              <w:t>4766524,76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834A0" w:rsidP="00D61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2584353,14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2834A0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54,2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  <w:iCs/>
              </w:rPr>
              <w:t>Подпрограмма</w:t>
            </w:r>
            <w:r w:rsidRPr="0048068A">
              <w:rPr>
                <w:iCs/>
              </w:rPr>
              <w:t xml:space="preserve"> </w:t>
            </w:r>
            <w:r w:rsidRPr="0048068A">
              <w:t>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 xml:space="preserve">»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  <w:rPr>
                <w:color w:val="C00000"/>
              </w:rPr>
            </w:pPr>
            <w:r>
              <w:rPr>
                <w:color w:val="C00000"/>
              </w:rPr>
              <w:t>1007503,31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0258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517856,53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EE21AC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51,4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Основное мероприятие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bCs/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</w:pPr>
            <w:r>
              <w:rPr>
                <w:color w:val="000000"/>
              </w:rPr>
              <w:t>1007503,31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B762E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517856,53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62E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0610120080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187496">
            <w:pPr>
              <w:jc w:val="center"/>
            </w:pPr>
            <w:r>
              <w:rPr>
                <w:color w:val="000000"/>
              </w:rPr>
              <w:t>1007503,31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2B762E" w:rsidRPr="00775423" w:rsidRDefault="002B762E" w:rsidP="00187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517856,53</w:t>
            </w:r>
          </w:p>
        </w:tc>
        <w:tc>
          <w:tcPr>
            <w:tcW w:w="1321" w:type="dxa"/>
            <w:shd w:val="clear" w:color="000000" w:fill="auto"/>
          </w:tcPr>
          <w:p w:rsidR="002B762E" w:rsidRPr="00F66B8E" w:rsidRDefault="002B762E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b/>
                <w:iCs/>
              </w:rPr>
              <w:t>Подпрограмма</w:t>
            </w:r>
            <w:r w:rsidRPr="0048068A">
              <w:rPr>
                <w:iCs/>
              </w:rPr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2B762E" w:rsidP="00A83F9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248205,75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B762E" w:rsidP="00CD5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248205,75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EE21AC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Основное мероприятие</w:t>
            </w:r>
            <w:r w:rsidRPr="0048068A">
              <w:rPr>
                <w:i/>
                <w:iCs/>
              </w:rPr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i/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0620100000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248205,75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B762E" w:rsidP="006471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248205,75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2B762E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both"/>
              <w:rPr>
                <w:iCs/>
              </w:rPr>
            </w:pPr>
            <w:r w:rsidRPr="0048068A"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(Закупка товаров, работ и услуг для обеспечения </w:t>
            </w:r>
            <w:r w:rsidRPr="0048068A">
              <w:lastRenderedPageBreak/>
              <w:t>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center"/>
            </w:pPr>
            <w:r w:rsidRPr="0048068A">
              <w:lastRenderedPageBreak/>
              <w:t>0620120090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1874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248205,75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2B762E" w:rsidRPr="00775423" w:rsidRDefault="002B762E" w:rsidP="001874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248205,75</w:t>
            </w:r>
          </w:p>
        </w:tc>
        <w:tc>
          <w:tcPr>
            <w:tcW w:w="1321" w:type="dxa"/>
            <w:shd w:val="clear" w:color="000000" w:fill="auto"/>
          </w:tcPr>
          <w:p w:rsidR="002B762E" w:rsidRPr="00F66B8E" w:rsidRDefault="002B762E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/>
                <w:iCs/>
              </w:rPr>
            </w:pPr>
            <w:r w:rsidRPr="0048068A">
              <w:rPr>
                <w:b/>
              </w:rPr>
              <w:lastRenderedPageBreak/>
              <w:t>Подпрограмма</w:t>
            </w:r>
            <w:r w:rsidRPr="0048068A"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0630000000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2B762E" w:rsidP="00A83F9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425028,30</w:t>
            </w:r>
            <w:r w:rsidR="0040110A" w:rsidRPr="00775423">
              <w:rPr>
                <w:b/>
                <w:color w:val="C00000"/>
              </w:rPr>
              <w:t xml:space="preserve"> 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B762E" w:rsidP="00A332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273049,90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EE21AC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64,2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/>
                <w:iCs/>
              </w:rPr>
            </w:pPr>
            <w:r w:rsidRPr="0048068A">
              <w:rPr>
                <w:iCs/>
              </w:rPr>
              <w:t>Основное мероприятие</w:t>
            </w:r>
            <w:r w:rsidRPr="0048068A">
              <w:rPr>
                <w:i/>
                <w:iCs/>
              </w:rPr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063</w:t>
            </w:r>
            <w:r w:rsidRPr="0048068A">
              <w:rPr>
                <w:vanish/>
              </w:rPr>
              <w:t>59600,000</w:t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t>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425028,30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B762E" w:rsidP="00C661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273049,90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iCs/>
              </w:rPr>
              <w:t>Новоусадебского</w:t>
            </w:r>
            <w:proofErr w:type="spellEnd"/>
            <w:r w:rsidRPr="0048068A">
              <w:rPr>
                <w:iCs/>
              </w:rPr>
              <w:t xml:space="preserve"> сельского поселения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0630120100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105028,30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0C0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105028,30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48068A">
              <w:rPr>
                <w:iCs/>
              </w:rPr>
              <w:t>а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iCs/>
              </w:rPr>
              <w:tab/>
            </w:r>
            <w:r w:rsidRPr="0048068A">
              <w:rPr>
                <w:iCs/>
              </w:rPr>
              <w:tab/>
            </w:r>
            <w:r w:rsidRPr="0048068A">
              <w:rPr>
                <w:iCs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06301Р0330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5E6318" w:rsidP="00A83F9E">
            <w:pPr>
              <w:jc w:val="center"/>
              <w:rPr>
                <w:color w:val="000000"/>
              </w:rPr>
            </w:pPr>
            <w:r>
              <w:t>3</w:t>
            </w:r>
            <w:r w:rsidR="0040110A" w:rsidRPr="0048068A">
              <w:t>20000,00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C661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168021,60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bCs/>
              </w:rPr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0640000000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EE21AC" w:rsidP="00A83F9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19425,90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0258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19425,90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EE21AC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="00F752DE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Основное мероприятие </w:t>
            </w:r>
            <w:r w:rsidRPr="0048068A">
              <w:t>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0640100000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EE21AC" w:rsidP="00A83F9E">
            <w:pPr>
              <w:jc w:val="center"/>
            </w:pPr>
            <w:r>
              <w:rPr>
                <w:color w:val="000000"/>
              </w:rPr>
              <w:t>19425,90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19425,90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279D6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bCs/>
                <w:iCs/>
              </w:rPr>
              <w:t>Новоусадебского</w:t>
            </w:r>
            <w:proofErr w:type="spellEnd"/>
            <w:r w:rsidRPr="0048068A">
              <w:rPr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bCs/>
                <w:iCs/>
              </w:rPr>
              <w:t>я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  <w:p w:rsidR="0040110A" w:rsidRPr="0048068A" w:rsidRDefault="0040110A" w:rsidP="00A83F9E">
            <w:pPr>
              <w:jc w:val="center"/>
            </w:pPr>
            <w:r w:rsidRPr="0048068A">
              <w:t>0640120110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</w:pPr>
            <w:r>
              <w:rPr>
                <w:color w:val="000000"/>
              </w:rPr>
              <w:t>19425,90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19425,90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Подпрограмма </w:t>
            </w:r>
            <w:r w:rsidRPr="0048068A">
              <w:t xml:space="preserve">«Организация в границах поселения </w:t>
            </w:r>
            <w:proofErr w:type="spellStart"/>
            <w:r w:rsidRPr="0048068A">
              <w:t>электро</w:t>
            </w:r>
            <w:proofErr w:type="spellEnd"/>
            <w:r w:rsidRPr="0048068A">
              <w:t>-, тепл</w:t>
            </w:r>
            <w:proofErr w:type="gramStart"/>
            <w:r w:rsidRPr="0048068A">
              <w:t>о-</w:t>
            </w:r>
            <w:proofErr w:type="gramEnd"/>
            <w:r w:rsidRPr="0048068A">
              <w:t xml:space="preserve">, </w:t>
            </w:r>
            <w:proofErr w:type="spellStart"/>
            <w:r w:rsidRPr="0048068A">
              <w:t>газо</w:t>
            </w:r>
            <w:proofErr w:type="spellEnd"/>
            <w:r w:rsidRPr="0048068A"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0650000000</w:t>
            </w:r>
          </w:p>
        </w:tc>
        <w:tc>
          <w:tcPr>
            <w:tcW w:w="1068" w:type="dxa"/>
            <w:shd w:val="clear" w:color="000000" w:fill="auto"/>
            <w:noWrap/>
            <w:vAlign w:val="center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C00000"/>
              </w:rPr>
            </w:pPr>
            <w:r w:rsidRPr="00775423">
              <w:rPr>
                <w:b/>
                <w:color w:val="C00000"/>
              </w:rPr>
              <w:t>338570,00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CD5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246959,92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F752DE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72,9</w:t>
            </w: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/>
                <w:iCs/>
              </w:rPr>
            </w:pPr>
            <w:r w:rsidRPr="0048068A">
              <w:rPr>
                <w:i/>
                <w:iCs/>
              </w:rPr>
              <w:t>Основное мероприятие «</w:t>
            </w:r>
            <w:r w:rsidRPr="0048068A">
              <w:t xml:space="preserve">«Организация в границах поселения </w:t>
            </w:r>
            <w:proofErr w:type="spellStart"/>
            <w:r w:rsidRPr="0048068A">
              <w:t>электро</w:t>
            </w:r>
            <w:proofErr w:type="spellEnd"/>
            <w:r w:rsidRPr="0048068A">
              <w:t>-, тепл</w:t>
            </w:r>
            <w:proofErr w:type="gramStart"/>
            <w:r w:rsidRPr="0048068A">
              <w:t>о-</w:t>
            </w:r>
            <w:proofErr w:type="gramEnd"/>
            <w:r w:rsidRPr="0048068A">
              <w:t xml:space="preserve">, </w:t>
            </w:r>
            <w:proofErr w:type="spellStart"/>
            <w:r w:rsidRPr="0048068A">
              <w:t>газо</w:t>
            </w:r>
            <w:proofErr w:type="spellEnd"/>
            <w:r w:rsidRPr="0048068A"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0650100000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338570,00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D2720A" w:rsidP="00A3322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246959,92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t xml:space="preserve"> (Закупка товаров, работ и услуг для обеспечения государственных </w:t>
            </w:r>
            <w:r w:rsidRPr="0048068A">
              <w:lastRenderedPageBreak/>
              <w:t>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lastRenderedPageBreak/>
              <w:t>06501Р1260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90000,00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06501Р1300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400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248570,00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5E6318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246959,92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EB6AF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i/>
                <w:iCs/>
              </w:rPr>
            </w:pPr>
            <w:r w:rsidRPr="0048068A">
              <w:rPr>
                <w:b/>
                <w:i/>
                <w:iCs/>
              </w:rPr>
              <w:t xml:space="preserve">Подпрограмма </w:t>
            </w:r>
            <w:r w:rsidRPr="0048068A">
              <w:rPr>
                <w:i/>
                <w:iCs/>
              </w:rPr>
              <w:t>«</w:t>
            </w:r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eastAsia="SimSu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i/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0660000000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FF0000"/>
              </w:rPr>
            </w:pPr>
            <w:r w:rsidRPr="00775423">
              <w:rPr>
                <w:b/>
                <w:color w:val="FF0000"/>
              </w:rPr>
              <w:t>222345,00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B762E" w:rsidP="00EB6A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163688,64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EE21AC" w:rsidP="00EB6A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73,6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/>
                <w:iCs/>
              </w:rPr>
            </w:pPr>
            <w:r w:rsidRPr="0048068A">
              <w:rPr>
                <w:bCs/>
                <w:i/>
                <w:iCs/>
              </w:rPr>
              <w:t>Основное мероприятие «</w:t>
            </w:r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eastAsia="SimSu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0660100000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C328A2" w:rsidRDefault="0040110A" w:rsidP="00A83F9E">
            <w:pPr>
              <w:jc w:val="center"/>
              <w:rPr>
                <w:color w:val="000000" w:themeColor="text1"/>
              </w:rPr>
            </w:pPr>
            <w:r w:rsidRPr="00C328A2">
              <w:rPr>
                <w:color w:val="000000" w:themeColor="text1"/>
              </w:rPr>
              <w:t>222345,00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B762E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163688,64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  <w:p w:rsidR="0040110A" w:rsidRPr="0048068A" w:rsidRDefault="0040110A" w:rsidP="00A83F9E">
            <w:pPr>
              <w:jc w:val="center"/>
            </w:pPr>
            <w:r w:rsidRPr="0048068A">
              <w:t>06601Р1270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954BED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0C0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121343,64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>
              <w:rPr>
                <w:iCs/>
              </w:rPr>
              <w:t>Мероприятия по содержанию</w:t>
            </w:r>
            <w:r w:rsidRPr="0048068A">
              <w:rPr>
                <w:iCs/>
              </w:rPr>
              <w:t xml:space="preserve"> кладбищ</w:t>
            </w:r>
            <w:r>
              <w:rPr>
                <w:iCs/>
              </w:rPr>
              <w:t xml:space="preserve"> расположенных на территории НУСП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>
              <w:t>066012</w:t>
            </w:r>
            <w:r w:rsidRPr="0048068A">
              <w:t>1270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42345,00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0C0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42345,00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  <w:bCs/>
                <w:iCs/>
              </w:rPr>
              <w:t xml:space="preserve">Подпрограмма </w:t>
            </w:r>
            <w:r w:rsidRPr="0048068A">
              <w:rPr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0670000000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954BED" w:rsidRDefault="002B762E" w:rsidP="00A83F9E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505446,50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2B762E" w:rsidP="00A332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495446,50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EE21AC" w:rsidP="00E50C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iCs/>
              </w:rPr>
              <w:t xml:space="preserve">Основное мероприятие </w:t>
            </w:r>
            <w:r w:rsidRPr="0048068A">
              <w:t xml:space="preserve">«Прочие мероприятия по благоустройству территории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</w:t>
            </w:r>
            <w:r w:rsidRPr="0048068A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B508C8" w:rsidRDefault="002B762E" w:rsidP="00A83F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505446,50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495446,50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bCs/>
                <w:iCs/>
              </w:rPr>
              <w:t>окашиванием</w:t>
            </w:r>
            <w:proofErr w:type="spellEnd"/>
            <w:r w:rsidRPr="0048068A">
              <w:rPr>
                <w:bCs/>
                <w:iCs/>
              </w:rPr>
              <w:t xml:space="preserve"> территории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0670120120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220734,20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220734,20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bCs/>
                <w:iCs/>
              </w:rPr>
              <w:t>о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0670120130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274712,30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274712,30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bCs/>
                <w:iCs/>
              </w:rPr>
              <w:t>Новоусадебского</w:t>
            </w:r>
            <w:proofErr w:type="spellEnd"/>
            <w:r w:rsidRPr="0048068A">
              <w:rPr>
                <w:bCs/>
                <w:iCs/>
              </w:rPr>
              <w:t xml:space="preserve"> сельского поселения от клеще</w:t>
            </w:r>
            <w:proofErr w:type="gramStart"/>
            <w:r w:rsidRPr="0048068A">
              <w:rPr>
                <w:bCs/>
                <w:iCs/>
              </w:rPr>
              <w:t>й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0670120140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</w:pPr>
            <w:r>
              <w:t>10</w:t>
            </w:r>
            <w:r w:rsidR="0040110A">
              <w:t>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992AE5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b/>
                <w:iCs/>
              </w:rPr>
            </w:pPr>
            <w:r w:rsidRPr="00CF1A70">
              <w:rPr>
                <w:b/>
                <w:iCs/>
              </w:rPr>
              <w:t>Подпрограмма «Формирование современной городской среды»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  <w:rPr>
                <w:b/>
                <w:color w:val="000000"/>
              </w:rPr>
            </w:pPr>
            <w:r w:rsidRPr="00CF1A70">
              <w:rPr>
                <w:b/>
                <w:color w:val="000000"/>
              </w:rPr>
              <w:t>0680000000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954BED" w:rsidRDefault="0040110A" w:rsidP="00A83F9E">
            <w:pPr>
              <w:jc w:val="center"/>
              <w:rPr>
                <w:b/>
              </w:rPr>
            </w:pPr>
            <w:r w:rsidRPr="00954BED">
              <w:rPr>
                <w:b/>
              </w:rPr>
              <w:t>2000000,00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5E6318" w:rsidP="00AE77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619720,00</w:t>
            </w:r>
          </w:p>
        </w:tc>
        <w:tc>
          <w:tcPr>
            <w:tcW w:w="1321" w:type="dxa"/>
            <w:shd w:val="clear" w:color="000000" w:fill="auto"/>
          </w:tcPr>
          <w:p w:rsidR="0040110A" w:rsidRPr="00954BED" w:rsidRDefault="008A759A" w:rsidP="00AE77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bCs/>
                <w:iCs/>
              </w:rPr>
            </w:pPr>
            <w:r w:rsidRPr="00CF1A70">
              <w:rPr>
                <w:iCs/>
              </w:rPr>
              <w:t xml:space="preserve">Основное мероприятие </w:t>
            </w:r>
            <w:r w:rsidRPr="00CF1A70">
              <w:t>«</w:t>
            </w:r>
            <w:r w:rsidRPr="00CF1A70">
              <w:rPr>
                <w:iCs/>
              </w:rPr>
              <w:t>Формирование современной городской среды</w:t>
            </w:r>
            <w:r w:rsidRPr="00CF1A70">
              <w:t xml:space="preserve"> на территории </w:t>
            </w:r>
            <w:proofErr w:type="spellStart"/>
            <w:r w:rsidRPr="00CF1A70">
              <w:t>Новоусадебского</w:t>
            </w:r>
            <w:proofErr w:type="spellEnd"/>
            <w:r w:rsidRPr="00CF1A70">
              <w:t xml:space="preserve"> сельского поселения</w:t>
            </w:r>
            <w:r w:rsidRPr="00CF1A70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  <w:rPr>
                <w:color w:val="000000"/>
              </w:rPr>
            </w:pPr>
            <w:r w:rsidRPr="00CF1A70">
              <w:rPr>
                <w:color w:val="000000"/>
              </w:rPr>
              <w:t>0680100000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  <w:r>
              <w:t>2000000,00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5E6318" w:rsidP="00AE77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619720,00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iCs/>
              </w:rPr>
            </w:pPr>
            <w:r w:rsidRPr="00CF1A70">
              <w:rPr>
                <w:iCs/>
              </w:rPr>
              <w:t xml:space="preserve">Осуществление строительного контроля по </w:t>
            </w:r>
            <w:r w:rsidRPr="00CF1A70">
              <w:rPr>
                <w:rStyle w:val="ab"/>
                <w:b w:val="0"/>
              </w:rPr>
              <w:t>благоустройству общественной территории: установка универсальной детской площадки для игр и занятий спортом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  <w:rPr>
                <w:color w:val="000000"/>
              </w:rPr>
            </w:pPr>
            <w:r w:rsidRPr="00CF1A70">
              <w:rPr>
                <w:color w:val="000000"/>
              </w:rPr>
              <w:t>068010510</w:t>
            </w:r>
            <w:r>
              <w:rPr>
                <w:color w:val="000000"/>
              </w:rPr>
              <w:t>2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9E784F" w:rsidRDefault="0040110A" w:rsidP="00A83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40110A" w:rsidP="00EB6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9E784F">
              <w:rPr>
                <w:iCs/>
              </w:rPr>
              <w:lastRenderedPageBreak/>
              <w:t xml:space="preserve">проектов) </w:t>
            </w:r>
            <w:r>
              <w:rPr>
                <w:iCs/>
              </w:rPr>
              <w:t>(</w:t>
            </w:r>
            <w:r w:rsidRPr="00C328A2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iCs/>
              </w:rPr>
              <w:t>)</w:t>
            </w:r>
            <w:proofErr w:type="gramEnd"/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328A2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4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9E784F" w:rsidRDefault="0040110A" w:rsidP="00A83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  <w:r>
              <w:t>1000000,00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5E6318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309860,00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b/>
                <w:iCs/>
              </w:rPr>
              <w:t>(</w:t>
            </w:r>
            <w:r w:rsidRPr="00C328A2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b/>
                <w:iCs/>
              </w:rPr>
              <w:t>)</w:t>
            </w:r>
            <w:proofErr w:type="gramEnd"/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328A2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5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9E784F" w:rsidRDefault="0040110A" w:rsidP="00A83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  <w:r>
              <w:t>1000000,00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5E6318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309860,00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Муниципальная программа </w:t>
            </w:r>
            <w:r w:rsidRPr="0048068A">
              <w:rPr>
                <w:b/>
              </w:rPr>
              <w:t xml:space="preserve">«Культура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0700000000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2B762E" w:rsidP="00A83F9E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5825310,15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A332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3981248,98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EE21AC" w:rsidP="00E70D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68,3</w:t>
            </w:r>
          </w:p>
        </w:tc>
      </w:tr>
      <w:tr w:rsidR="002B762E" w:rsidRPr="00BF13B8" w:rsidTr="00187496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rPr>
                <w:bCs/>
                <w:iCs/>
              </w:rPr>
            </w:pPr>
            <w:r w:rsidRPr="0048068A">
              <w:rPr>
                <w:b/>
                <w:bCs/>
                <w:iCs/>
              </w:rPr>
              <w:t>Подпрограмма</w:t>
            </w:r>
            <w:r w:rsidRPr="0048068A">
              <w:rPr>
                <w:bCs/>
                <w:iCs/>
              </w:rPr>
              <w:t xml:space="preserve"> </w:t>
            </w:r>
            <w:r w:rsidRPr="0048068A">
              <w:t xml:space="preserve">«Организация </w:t>
            </w:r>
            <w:proofErr w:type="spellStart"/>
            <w:r w:rsidRPr="0048068A">
              <w:t>культурно-досуговой</w:t>
            </w:r>
            <w:proofErr w:type="spellEnd"/>
            <w:r w:rsidRPr="0048068A">
              <w:t xml:space="preserve"> деятельности»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center"/>
            </w:pPr>
            <w:r w:rsidRPr="0048068A">
              <w:t>0710000000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2B762E" w:rsidRPr="002B762E" w:rsidRDefault="002B762E" w:rsidP="00187496">
            <w:pPr>
              <w:jc w:val="center"/>
            </w:pPr>
            <w:r w:rsidRPr="002B762E">
              <w:rPr>
                <w:color w:val="000000"/>
              </w:rPr>
              <w:t>5825310,15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2B762E" w:rsidRPr="002B762E" w:rsidRDefault="002B762E" w:rsidP="00187496">
            <w:pPr>
              <w:jc w:val="center"/>
              <w:rPr>
                <w:sz w:val="22"/>
                <w:szCs w:val="22"/>
              </w:rPr>
            </w:pPr>
            <w:r w:rsidRPr="002B762E">
              <w:rPr>
                <w:sz w:val="22"/>
                <w:szCs w:val="22"/>
              </w:rPr>
              <w:t>3981248,98</w:t>
            </w:r>
          </w:p>
        </w:tc>
        <w:tc>
          <w:tcPr>
            <w:tcW w:w="1321" w:type="dxa"/>
            <w:shd w:val="clear" w:color="000000" w:fill="auto"/>
          </w:tcPr>
          <w:p w:rsidR="002B762E" w:rsidRPr="00F66B8E" w:rsidRDefault="002B762E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62E" w:rsidRPr="00BF13B8" w:rsidTr="00187496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rPr>
                <w:iCs/>
              </w:rPr>
            </w:pPr>
            <w:r w:rsidRPr="0048068A">
              <w:rPr>
                <w:iCs/>
              </w:rPr>
              <w:t xml:space="preserve">Основное мероприятие </w:t>
            </w:r>
            <w:r w:rsidRPr="0048068A">
              <w:t xml:space="preserve">«Организация </w:t>
            </w:r>
            <w:proofErr w:type="spellStart"/>
            <w:r w:rsidRPr="0048068A">
              <w:t>культурно-досуговой</w:t>
            </w:r>
            <w:proofErr w:type="spellEnd"/>
            <w:r w:rsidRPr="0048068A">
              <w:t xml:space="preserve"> деятельности»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center"/>
            </w:pPr>
            <w:r w:rsidRPr="0048068A">
              <w:t>0710100000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2B762E" w:rsidRPr="0048068A" w:rsidRDefault="002B762E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2B762E" w:rsidRPr="002B762E" w:rsidRDefault="002B762E" w:rsidP="00187496">
            <w:pPr>
              <w:jc w:val="center"/>
            </w:pPr>
            <w:r w:rsidRPr="002B762E">
              <w:rPr>
                <w:color w:val="000000"/>
              </w:rPr>
              <w:t>5825310,15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2B762E" w:rsidRPr="002B762E" w:rsidRDefault="002B762E" w:rsidP="00187496">
            <w:pPr>
              <w:jc w:val="center"/>
              <w:rPr>
                <w:sz w:val="22"/>
                <w:szCs w:val="22"/>
              </w:rPr>
            </w:pPr>
            <w:r w:rsidRPr="002B762E">
              <w:rPr>
                <w:sz w:val="22"/>
                <w:szCs w:val="22"/>
              </w:rPr>
              <w:t>3981248,98</w:t>
            </w:r>
          </w:p>
        </w:tc>
        <w:tc>
          <w:tcPr>
            <w:tcW w:w="1321" w:type="dxa"/>
            <w:shd w:val="clear" w:color="000000" w:fill="auto"/>
          </w:tcPr>
          <w:p w:rsidR="002B762E" w:rsidRPr="00F66B8E" w:rsidRDefault="002B762E" w:rsidP="00AE7798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обеспечению функций клубных учреждений </w:t>
            </w:r>
            <w:r w:rsidRPr="0048068A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0710100040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highlight w:val="cyan"/>
              </w:rPr>
            </w:pPr>
            <w:r w:rsidRPr="0048068A">
              <w:t xml:space="preserve">3028581,00 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B762E" w:rsidP="00AE77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2494207,28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обеспечению функций клубных учреждений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0710100040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EE21AC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2735729,15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EE21AC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1454474,70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0710100040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61000,00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EE21AC" w:rsidP="00AE77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32567,00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954BE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Муниципальная программа </w:t>
            </w:r>
            <w:r w:rsidRPr="0048068A">
              <w:rPr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0800000000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EE21AC" w:rsidP="00954BE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175018,47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EE21AC" w:rsidP="00954BE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77,8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/>
                <w:i/>
                <w:iCs/>
              </w:rPr>
            </w:pPr>
            <w:r w:rsidRPr="0048068A">
              <w:rPr>
                <w:b/>
                <w:iCs/>
              </w:rPr>
              <w:t>Подпрограмма</w:t>
            </w:r>
            <w:r w:rsidRPr="0048068A">
              <w:rPr>
                <w:b/>
                <w:i/>
                <w:iCs/>
              </w:rPr>
              <w:t xml:space="preserve"> </w:t>
            </w:r>
            <w:r w:rsidRPr="0048068A"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0810000000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EE21AC" w:rsidP="000C0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175018,47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E21AC" w:rsidRPr="00BF13B8" w:rsidTr="00EE21AC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EE21AC" w:rsidRPr="0048068A" w:rsidRDefault="00EE21AC" w:rsidP="00A83F9E">
            <w:pPr>
              <w:jc w:val="both"/>
              <w:rPr>
                <w:bCs/>
                <w:i/>
                <w:iCs/>
              </w:rPr>
            </w:pPr>
            <w:r w:rsidRPr="0048068A">
              <w:rPr>
                <w:b/>
                <w:bCs/>
                <w:iCs/>
              </w:rPr>
              <w:t>Основное мероприятие</w:t>
            </w:r>
            <w:r w:rsidRPr="0048068A">
              <w:rPr>
                <w:bCs/>
                <w:i/>
                <w:iCs/>
              </w:rPr>
              <w:t xml:space="preserve"> </w:t>
            </w:r>
            <w:r w:rsidRPr="0048068A"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EE21AC" w:rsidRPr="0048068A" w:rsidRDefault="00EE21AC" w:rsidP="00A83F9E">
            <w:pPr>
              <w:jc w:val="center"/>
            </w:pPr>
            <w:r w:rsidRPr="0048068A">
              <w:t>0810100000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EE21AC" w:rsidRPr="0048068A" w:rsidRDefault="00EE21AC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EE21AC" w:rsidRPr="0048068A" w:rsidRDefault="00EE21AC" w:rsidP="00A83F9E">
            <w:pPr>
              <w:jc w:val="center"/>
            </w:pPr>
            <w:r w:rsidRPr="0048068A">
              <w:rPr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EE21AC" w:rsidRDefault="00EE21AC" w:rsidP="00EE21AC">
            <w:pPr>
              <w:jc w:val="center"/>
            </w:pPr>
            <w:r w:rsidRPr="00B94F3E">
              <w:rPr>
                <w:sz w:val="22"/>
                <w:szCs w:val="22"/>
              </w:rPr>
              <w:t>175018,47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EE21AC" w:rsidRPr="00F66B8E" w:rsidRDefault="00EE21AC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E21AC" w:rsidRPr="00BF13B8" w:rsidTr="00EE21AC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EE21AC" w:rsidRPr="0048068A" w:rsidRDefault="00EE21AC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iCs/>
              </w:rPr>
              <w:t>Новоусадебского</w:t>
            </w:r>
            <w:proofErr w:type="spellEnd"/>
            <w:r w:rsidRPr="0048068A">
              <w:rPr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EE21AC" w:rsidRPr="0048068A" w:rsidRDefault="00EE21AC" w:rsidP="00A83F9E">
            <w:pPr>
              <w:jc w:val="center"/>
            </w:pPr>
            <w:r w:rsidRPr="0048068A">
              <w:t>0810100060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EE21AC" w:rsidRPr="0048068A" w:rsidRDefault="00EE21AC" w:rsidP="00A83F9E">
            <w:pPr>
              <w:jc w:val="center"/>
            </w:pPr>
            <w:r w:rsidRPr="0048068A">
              <w:t>300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EE21AC" w:rsidRPr="0048068A" w:rsidRDefault="00EE21AC" w:rsidP="00A83F9E">
            <w:pPr>
              <w:jc w:val="center"/>
            </w:pPr>
            <w:r w:rsidRPr="0048068A">
              <w:rPr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EE21AC" w:rsidRDefault="00EE21AC" w:rsidP="00EE21AC">
            <w:pPr>
              <w:jc w:val="center"/>
            </w:pPr>
            <w:r w:rsidRPr="00B94F3E">
              <w:rPr>
                <w:sz w:val="22"/>
                <w:szCs w:val="22"/>
              </w:rPr>
              <w:t>175018,47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EE21AC" w:rsidRPr="00F66B8E" w:rsidRDefault="00EE21AC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954BE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/>
                <w:iCs/>
              </w:rPr>
            </w:pPr>
            <w:proofErr w:type="spellStart"/>
            <w:r w:rsidRPr="0048068A">
              <w:rPr>
                <w:b/>
                <w:iCs/>
              </w:rPr>
              <w:lastRenderedPageBreak/>
              <w:t>Непрограммные</w:t>
            </w:r>
            <w:proofErr w:type="spellEnd"/>
            <w:r w:rsidRPr="0048068A">
              <w:rPr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b/>
                <w:iCs/>
              </w:rPr>
              <w:t>Новоусадебского</w:t>
            </w:r>
            <w:proofErr w:type="spellEnd"/>
            <w:r w:rsidRPr="0048068A">
              <w:rPr>
                <w:b/>
                <w:iCs/>
              </w:rPr>
              <w:t xml:space="preserve">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4000000000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CC41BD" w:rsidP="00EE21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4728</w:t>
            </w:r>
            <w:r w:rsidR="00EE21AC">
              <w:rPr>
                <w:b/>
                <w:color w:val="000000"/>
              </w:rPr>
              <w:t>7</w:t>
            </w:r>
            <w:r>
              <w:rPr>
                <w:b/>
                <w:color w:val="000000"/>
              </w:rPr>
              <w:t>1,38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EE21AC" w:rsidP="00A332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325728,27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EE21AC" w:rsidP="00954BE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68,9</w:t>
            </w:r>
          </w:p>
        </w:tc>
      </w:tr>
      <w:tr w:rsidR="0040110A" w:rsidRPr="00BF13B8" w:rsidTr="00395838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Иные </w:t>
            </w:r>
            <w:proofErr w:type="spellStart"/>
            <w:r w:rsidRPr="0048068A">
              <w:rPr>
                <w:b/>
                <w:iCs/>
              </w:rPr>
              <w:t>непрограммные</w:t>
            </w:r>
            <w:proofErr w:type="spellEnd"/>
            <w:r w:rsidRPr="0048068A">
              <w:rPr>
                <w:b/>
                <w:iCs/>
              </w:rPr>
              <w:t xml:space="preserve"> мероприятия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40110A" w:rsidP="00A332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bCs/>
                <w:iCs/>
              </w:rPr>
              <w:t>непрограммных</w:t>
            </w:r>
            <w:proofErr w:type="spellEnd"/>
            <w:r w:rsidRPr="0048068A">
              <w:rPr>
                <w:bCs/>
                <w:iCs/>
              </w:rPr>
              <w:t xml:space="preserve"> мероприятий по </w:t>
            </w:r>
            <w:proofErr w:type="spellStart"/>
            <w:r w:rsidRPr="0048068A">
              <w:rPr>
                <w:bCs/>
                <w:iCs/>
              </w:rPr>
              <w:t>непрограммным</w:t>
            </w:r>
            <w:proofErr w:type="spellEnd"/>
            <w:r w:rsidRPr="0048068A">
              <w:rPr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bCs/>
                <w:iCs/>
              </w:rPr>
              <w:t>Новоусадебского</w:t>
            </w:r>
            <w:proofErr w:type="spellEnd"/>
            <w:r w:rsidRPr="0048068A">
              <w:rPr>
                <w:bCs/>
                <w:iCs/>
              </w:rPr>
              <w:t xml:space="preserve"> сельского поселения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4090090010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lang w:val="en-US"/>
              </w:rPr>
              <w:t>8</w:t>
            </w:r>
            <w:r w:rsidRPr="0048068A">
              <w:t>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>
              <w:t>5634,00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5634,00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40110A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100,0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color w:val="000000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4090090050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E9592A" w:rsidP="00A83F9E">
            <w:pPr>
              <w:jc w:val="center"/>
            </w:pPr>
            <w:r>
              <w:t>449357,38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EE21AC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302214,24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EE21AC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</w:tr>
      <w:tr w:rsidR="00E9592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E9592A" w:rsidRPr="0048068A" w:rsidRDefault="00E9592A" w:rsidP="00A83F9E">
            <w:pPr>
              <w:jc w:val="both"/>
              <w:rPr>
                <w:color w:val="000000"/>
              </w:rPr>
            </w:pPr>
            <w:r w:rsidRPr="001100E4">
              <w:rPr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отношений по собственности </w:t>
            </w:r>
            <w:proofErr w:type="spellStart"/>
            <w:r w:rsidRPr="001100E4">
              <w:rPr>
                <w:bCs/>
                <w:iCs/>
              </w:rPr>
              <w:t>Новоусадебского</w:t>
            </w:r>
            <w:proofErr w:type="spellEnd"/>
            <w:r w:rsidRPr="001100E4">
              <w:rPr>
                <w:bCs/>
                <w:iCs/>
              </w:rPr>
              <w:t xml:space="preserve"> сельского поселения </w:t>
            </w:r>
            <w:r w:rsidRPr="001100E4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E9592A" w:rsidRPr="0048068A" w:rsidRDefault="00E9592A" w:rsidP="00E9592A">
            <w:pPr>
              <w:jc w:val="center"/>
            </w:pPr>
            <w:r w:rsidRPr="0048068A">
              <w:t>40900900</w:t>
            </w:r>
            <w:r>
              <w:t>8</w:t>
            </w:r>
            <w:r w:rsidRPr="0048068A">
              <w:t>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E9592A" w:rsidRPr="0048068A" w:rsidRDefault="00E9592A" w:rsidP="003C3AE9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E9592A" w:rsidRDefault="00E9592A" w:rsidP="00A83F9E">
            <w:pPr>
              <w:jc w:val="center"/>
            </w:pPr>
            <w:r>
              <w:t>6500,00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E9592A" w:rsidRDefault="00E9592A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E9592A" w:rsidRPr="00954BED" w:rsidRDefault="008A759A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proofErr w:type="gramStart"/>
            <w:r w:rsidRPr="0048068A">
              <w:rPr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t>(Закупка товаров, работ и услуг</w:t>
            </w:r>
            <w:proofErr w:type="gramEnd"/>
            <w:r w:rsidRPr="0048068A">
              <w:t xml:space="preserve">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40931</w:t>
            </w:r>
            <w:r w:rsidRPr="0048068A">
              <w:rPr>
                <w:lang w:val="en-US"/>
              </w:rPr>
              <w:t>P</w:t>
            </w:r>
            <w:r w:rsidRPr="0048068A">
              <w:t>1250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EE21AC">
            <w:pPr>
              <w:jc w:val="center"/>
            </w:pPr>
            <w:r w:rsidRPr="0048068A">
              <w:t>113</w:t>
            </w:r>
            <w:r w:rsidR="00EE21AC">
              <w:t>8</w:t>
            </w:r>
            <w:r w:rsidRPr="0048068A">
              <w:t>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EE21AC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11380</w:t>
            </w:r>
            <w:r w:rsidR="00954BED" w:rsidRPr="00954BED">
              <w:rPr>
                <w:sz w:val="22"/>
                <w:szCs w:val="22"/>
              </w:rPr>
              <w:t>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EE21AC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rPr>
                <w:b/>
                <w:bCs/>
                <w:iCs/>
              </w:rPr>
            </w:pPr>
            <w:r w:rsidRPr="0048068A">
              <w:rPr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EE21AC" w:rsidP="00A83F9E">
            <w:pPr>
              <w:jc w:val="center"/>
              <w:rPr>
                <w:b/>
              </w:rPr>
            </w:pPr>
            <w:r>
              <w:rPr>
                <w:b/>
              </w:rPr>
              <w:t>18335242,05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B47A6" w:rsidRDefault="00EE21AC" w:rsidP="00CD54A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12357711,03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B47A6" w:rsidRDefault="00EE21AC" w:rsidP="00CD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67,4</w:t>
            </w:r>
          </w:p>
        </w:tc>
      </w:tr>
    </w:tbl>
    <w:p w:rsidR="001B0C0F" w:rsidRPr="00BF13B8" w:rsidRDefault="001B0C0F" w:rsidP="00965456">
      <w:pPr>
        <w:jc w:val="right"/>
        <w:rPr>
          <w:sz w:val="22"/>
          <w:szCs w:val="22"/>
        </w:rPr>
      </w:pPr>
    </w:p>
    <w:p w:rsidR="00C34277" w:rsidRDefault="00C34277" w:rsidP="00CD54A1">
      <w:pPr>
        <w:jc w:val="right"/>
      </w:pPr>
    </w:p>
    <w:p w:rsidR="00CC41BD" w:rsidRDefault="00CC41BD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B00B55" w:rsidRDefault="00B00B55" w:rsidP="00CD54A1">
      <w:pPr>
        <w:jc w:val="right"/>
        <w:rPr>
          <w:sz w:val="20"/>
          <w:szCs w:val="20"/>
        </w:rPr>
      </w:pPr>
    </w:p>
    <w:p w:rsidR="00B00B55" w:rsidRDefault="00B00B55" w:rsidP="00CD54A1">
      <w:pPr>
        <w:jc w:val="right"/>
        <w:rPr>
          <w:sz w:val="20"/>
          <w:szCs w:val="20"/>
        </w:rPr>
      </w:pPr>
    </w:p>
    <w:p w:rsidR="00B00B55" w:rsidRDefault="00B00B55" w:rsidP="00CD54A1">
      <w:pPr>
        <w:jc w:val="right"/>
        <w:rPr>
          <w:sz w:val="20"/>
          <w:szCs w:val="20"/>
        </w:rPr>
      </w:pPr>
    </w:p>
    <w:p w:rsidR="00CD54A1" w:rsidRPr="00F66B8E" w:rsidRDefault="00CD54A1" w:rsidP="00CD54A1">
      <w:pPr>
        <w:jc w:val="right"/>
        <w:rPr>
          <w:sz w:val="20"/>
          <w:szCs w:val="20"/>
        </w:rPr>
      </w:pPr>
      <w:r w:rsidRPr="00F66B8E">
        <w:rPr>
          <w:sz w:val="20"/>
          <w:szCs w:val="20"/>
        </w:rPr>
        <w:lastRenderedPageBreak/>
        <w:t>Приложение 6</w:t>
      </w:r>
    </w:p>
    <w:p w:rsidR="00987101" w:rsidRPr="00BF13B8" w:rsidRDefault="00CD54A1" w:rsidP="00987101">
      <w:pPr>
        <w:jc w:val="right"/>
        <w:rPr>
          <w:sz w:val="18"/>
          <w:szCs w:val="18"/>
        </w:rPr>
      </w:pPr>
      <w:r w:rsidRPr="00F66B8E">
        <w:rPr>
          <w:sz w:val="20"/>
          <w:szCs w:val="20"/>
        </w:rPr>
        <w:t xml:space="preserve">Решения </w:t>
      </w:r>
      <w:r w:rsidR="00987101" w:rsidRPr="00BF13B8">
        <w:rPr>
          <w:sz w:val="18"/>
          <w:szCs w:val="18"/>
        </w:rPr>
        <w:t xml:space="preserve">Совета </w:t>
      </w:r>
      <w:proofErr w:type="spellStart"/>
      <w:r w:rsidR="00987101" w:rsidRPr="00BF13B8">
        <w:rPr>
          <w:sz w:val="18"/>
          <w:szCs w:val="18"/>
        </w:rPr>
        <w:t>Новоусадебского</w:t>
      </w:r>
      <w:proofErr w:type="spellEnd"/>
      <w:r w:rsidR="00987101" w:rsidRPr="00BF13B8">
        <w:rPr>
          <w:sz w:val="18"/>
          <w:szCs w:val="18"/>
        </w:rPr>
        <w:t xml:space="preserve">  сельского поселения </w:t>
      </w:r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>
        <w:rPr>
          <w:sz w:val="18"/>
          <w:szCs w:val="18"/>
        </w:rPr>
        <w:t xml:space="preserve"> </w:t>
      </w:r>
      <w:r w:rsidR="00187496">
        <w:rPr>
          <w:sz w:val="18"/>
          <w:szCs w:val="18"/>
        </w:rPr>
        <w:t>9 месяцев</w:t>
      </w:r>
      <w:r w:rsidR="00FF68D0">
        <w:rPr>
          <w:sz w:val="18"/>
          <w:szCs w:val="18"/>
        </w:rPr>
        <w:t xml:space="preserve">  </w:t>
      </w:r>
      <w:r w:rsidRPr="00BF13B8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Pr="00BF13B8">
        <w:rPr>
          <w:sz w:val="18"/>
          <w:szCs w:val="18"/>
        </w:rPr>
        <w:t xml:space="preserve">                                                                                                           </w:t>
      </w:r>
    </w:p>
    <w:p w:rsidR="00CD54A1" w:rsidRDefault="00CD54A1" w:rsidP="00987101">
      <w:pPr>
        <w:jc w:val="right"/>
        <w:rPr>
          <w:sz w:val="28"/>
          <w:szCs w:val="28"/>
        </w:rPr>
      </w:pPr>
    </w:p>
    <w:p w:rsidR="00CD54A1" w:rsidRPr="006466DD" w:rsidRDefault="00CD54A1" w:rsidP="00CD5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66DD"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бюджета </w:t>
      </w:r>
      <w:proofErr w:type="spellStart"/>
      <w:r w:rsidRPr="006466DD"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 w:rsidRPr="006466DD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7B47A6" w:rsidRPr="006466DD">
        <w:rPr>
          <w:rFonts w:ascii="Times New Roman" w:hAnsi="Times New Roman" w:cs="Times New Roman"/>
          <w:sz w:val="28"/>
          <w:szCs w:val="28"/>
        </w:rPr>
        <w:t>4</w:t>
      </w:r>
      <w:r w:rsidRPr="006466DD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8"/>
        <w:gridCol w:w="851"/>
        <w:gridCol w:w="567"/>
        <w:gridCol w:w="567"/>
        <w:gridCol w:w="1559"/>
        <w:gridCol w:w="851"/>
        <w:gridCol w:w="1559"/>
        <w:gridCol w:w="1843"/>
        <w:gridCol w:w="1162"/>
      </w:tblGrid>
      <w:tr w:rsidR="00CD54A1" w:rsidRPr="0078665C" w:rsidTr="00F66B8E">
        <w:trPr>
          <w:trHeight w:val="885"/>
        </w:trPr>
        <w:tc>
          <w:tcPr>
            <w:tcW w:w="5528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 xml:space="preserve">главного </w:t>
            </w:r>
            <w:proofErr w:type="spellStart"/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распоря</w:t>
            </w:r>
            <w:proofErr w:type="spellEnd"/>
          </w:p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дителя</w:t>
            </w:r>
            <w:proofErr w:type="spellEnd"/>
          </w:p>
        </w:tc>
        <w:tc>
          <w:tcPr>
            <w:tcW w:w="567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 xml:space="preserve">Раздел </w:t>
            </w:r>
          </w:p>
        </w:tc>
        <w:tc>
          <w:tcPr>
            <w:tcW w:w="567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Подраз</w:t>
            </w:r>
            <w:proofErr w:type="spellEnd"/>
          </w:p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дел</w:t>
            </w:r>
          </w:p>
        </w:tc>
        <w:tc>
          <w:tcPr>
            <w:tcW w:w="1559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3402" w:type="dxa"/>
            <w:gridSpan w:val="2"/>
            <w:shd w:val="clear" w:color="000000" w:fill="auto"/>
            <w:noWrap/>
            <w:vAlign w:val="center"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162" w:type="dxa"/>
            <w:vMerge w:val="restart"/>
            <w:shd w:val="clear" w:color="000000" w:fill="auto"/>
          </w:tcPr>
          <w:p w:rsidR="00CD54A1" w:rsidRPr="00F66B8E" w:rsidRDefault="006466DD" w:rsidP="006466D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</w:tc>
      </w:tr>
      <w:tr w:rsidR="00CD54A1" w:rsidRPr="0078665C" w:rsidTr="00F66B8E">
        <w:trPr>
          <w:trHeight w:val="885"/>
        </w:trPr>
        <w:tc>
          <w:tcPr>
            <w:tcW w:w="5528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843" w:type="dxa"/>
            <w:shd w:val="clear" w:color="000000" w:fill="auto"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исполнение</w:t>
            </w:r>
          </w:p>
        </w:tc>
        <w:tc>
          <w:tcPr>
            <w:tcW w:w="1162" w:type="dxa"/>
            <w:vMerge/>
            <w:shd w:val="clear" w:color="000000" w:fill="auto"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7496" w:rsidRPr="0078665C" w:rsidTr="00187496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006F41">
            <w:pPr>
              <w:jc w:val="both"/>
              <w:rPr>
                <w:b/>
                <w:bCs/>
              </w:rPr>
            </w:pPr>
            <w:r w:rsidRPr="001F4C19">
              <w:rPr>
                <w:b/>
                <w:bCs/>
              </w:rPr>
              <w:t xml:space="preserve">Администрация </w:t>
            </w:r>
            <w:proofErr w:type="spellStart"/>
            <w:r w:rsidRPr="001F4C19">
              <w:rPr>
                <w:b/>
                <w:bCs/>
              </w:rPr>
              <w:t>Новоусадебского</w:t>
            </w:r>
            <w:proofErr w:type="spellEnd"/>
            <w:r w:rsidRPr="001F4C19">
              <w:rPr>
                <w:b/>
                <w:bCs/>
              </w:rPr>
              <w:t xml:space="preserve"> сельского поселения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006F41">
            <w:pPr>
              <w:jc w:val="center"/>
              <w:rPr>
                <w:b/>
                <w:bCs/>
              </w:rPr>
            </w:pPr>
            <w:r w:rsidRPr="001F4C19">
              <w:rPr>
                <w:b/>
                <w:bCs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006F4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006F41">
            <w:pPr>
              <w:jc w:val="center"/>
            </w:pP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006F41">
            <w:pPr>
              <w:jc w:val="center"/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006F41">
            <w:pPr>
              <w:jc w:val="center"/>
            </w:pP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87496" w:rsidRPr="0048068A" w:rsidRDefault="00187496" w:rsidP="00187496">
            <w:pPr>
              <w:jc w:val="center"/>
              <w:rPr>
                <w:b/>
              </w:rPr>
            </w:pPr>
            <w:r>
              <w:rPr>
                <w:b/>
              </w:rPr>
              <w:t>18335242,05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187496" w:rsidRPr="007B47A6" w:rsidRDefault="00187496" w:rsidP="0018749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12357711,03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187496" w:rsidRPr="007B47A6" w:rsidRDefault="00187496" w:rsidP="001874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rPr>
                <w:iCs/>
              </w:rPr>
              <w:t xml:space="preserve">Обеспечение функции главы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</w:t>
            </w:r>
            <w:r w:rsidRPr="001F4C19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0110100020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187496" w:rsidP="00006F41">
            <w:pPr>
              <w:jc w:val="center"/>
            </w:pPr>
            <w:r>
              <w:t>1171114,08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862197,32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rPr>
                <w:iCs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</w:t>
            </w:r>
            <w:r w:rsidRPr="001F4C19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04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0120100030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187496" w:rsidP="00006F41">
            <w:pPr>
              <w:jc w:val="center"/>
            </w:pPr>
            <w:r>
              <w:t>2346714,52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1652678,36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7B47A6" w:rsidTr="00F66B8E">
        <w:trPr>
          <w:trHeight w:val="982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rPr>
                <w:iCs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</w:p>
          <w:p w:rsidR="007B47A6" w:rsidRPr="001F4C19" w:rsidRDefault="007B47A6" w:rsidP="00006F41">
            <w:pPr>
              <w:jc w:val="center"/>
            </w:pPr>
          </w:p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  <w:p w:rsidR="007B47A6" w:rsidRPr="001F4C19" w:rsidRDefault="007B47A6" w:rsidP="00006F41">
            <w:r w:rsidRPr="001F4C19">
              <w:t xml:space="preserve">     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04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0120100030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186296,76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101965,78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(Иные бюджетные ассигнования)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04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0120100030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187496" w:rsidP="00006F41">
            <w:pPr>
              <w:jc w:val="center"/>
            </w:pPr>
            <w:r>
              <w:t>18616,00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13702,42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proofErr w:type="gramStart"/>
            <w:r w:rsidRPr="001F4C19">
              <w:rPr>
                <w:bCs/>
                <w:iCs/>
              </w:rPr>
              <w:t xml:space="preserve">Взносы в Совет муниципального образования </w:t>
            </w:r>
            <w:r w:rsidRPr="001F4C19">
              <w:rPr>
                <w:bCs/>
                <w:iCs/>
              </w:rPr>
              <w:lastRenderedPageBreak/>
              <w:t xml:space="preserve">Ивановской области в рамках иных </w:t>
            </w:r>
            <w:proofErr w:type="spellStart"/>
            <w:r w:rsidRPr="001F4C19">
              <w:rPr>
                <w:bCs/>
                <w:iCs/>
              </w:rPr>
              <w:t>непрограммных</w:t>
            </w:r>
            <w:proofErr w:type="spellEnd"/>
            <w:r w:rsidRPr="001F4C19">
              <w:rPr>
                <w:bCs/>
                <w:iCs/>
              </w:rPr>
              <w:t xml:space="preserve"> мероприятий по </w:t>
            </w:r>
            <w:proofErr w:type="spellStart"/>
            <w:r w:rsidRPr="001F4C19">
              <w:rPr>
                <w:bCs/>
                <w:iCs/>
              </w:rPr>
              <w:t>непрограммным</w:t>
            </w:r>
            <w:proofErr w:type="spellEnd"/>
            <w:r w:rsidRPr="001F4C19">
              <w:rPr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поселения </w:t>
            </w:r>
            <w:r w:rsidRPr="001F4C19"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4090090010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>
              <w:t>5634,00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t>5634,00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sz w:val="22"/>
                <w:szCs w:val="22"/>
              </w:rPr>
            </w:pPr>
            <w:r w:rsidRPr="00F66B8E">
              <w:rPr>
                <w:sz w:val="22"/>
                <w:szCs w:val="22"/>
              </w:rPr>
              <w:t>100,00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color w:val="000000"/>
              </w:rPr>
              <w:lastRenderedPageBreak/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4090090050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6466DD" w:rsidP="00006F41">
            <w:pPr>
              <w:jc w:val="center"/>
            </w:pPr>
            <w:r>
              <w:t>449357</w:t>
            </w:r>
            <w:r w:rsidR="007B47A6">
              <w:t>,38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302214,24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</w:tr>
      <w:tr w:rsidR="002825D1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both"/>
              <w:rPr>
                <w:color w:val="000000"/>
              </w:rPr>
            </w:pPr>
            <w:r w:rsidRPr="001100E4">
              <w:rPr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отношений по собственности </w:t>
            </w:r>
            <w:proofErr w:type="spellStart"/>
            <w:r w:rsidRPr="001100E4">
              <w:rPr>
                <w:bCs/>
                <w:iCs/>
              </w:rPr>
              <w:t>Новоусадебского</w:t>
            </w:r>
            <w:proofErr w:type="spellEnd"/>
            <w:r w:rsidRPr="001100E4">
              <w:rPr>
                <w:bCs/>
                <w:iCs/>
              </w:rPr>
              <w:t xml:space="preserve"> сельского поселения </w:t>
            </w:r>
            <w:r w:rsidRPr="001100E4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>
              <w:t>13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 w:rsidRPr="001F4C19">
              <w:t>40900900</w:t>
            </w:r>
            <w:r>
              <w:t>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2825D1" w:rsidRDefault="0044167C" w:rsidP="00006F41">
            <w:pPr>
              <w:jc w:val="center"/>
            </w:pPr>
            <w:r>
              <w:t>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2825D1" w:rsidRDefault="0044167C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2825D1" w:rsidRDefault="0044167C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0210151180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300637,00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232714,29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r w:rsidRPr="001F4C19">
              <w:t xml:space="preserve">     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0210151180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highlight w:val="yellow"/>
              </w:rPr>
            </w:pPr>
            <w:r w:rsidRPr="001F4C19">
              <w:t>45113,00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47A6" w:rsidRPr="00F66B8E">
              <w:rPr>
                <w:sz w:val="22"/>
                <w:szCs w:val="22"/>
              </w:rPr>
              <w:t>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47A6" w:rsidRPr="00F66B8E">
              <w:rPr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proofErr w:type="gramStart"/>
            <w:r w:rsidRPr="001F4C19">
              <w:rPr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</w:t>
            </w:r>
            <w:r w:rsidRPr="001F4C19">
              <w:t>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0320120020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18749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288822,60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288822,60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2B529E" w:rsidRDefault="007B47A6" w:rsidP="00006F41">
            <w:pPr>
              <w:jc w:val="both"/>
              <w:rPr>
                <w:iCs/>
              </w:rPr>
            </w:pPr>
            <w:r w:rsidRPr="002B529E">
              <w:rPr>
                <w:iCs/>
              </w:rPr>
              <w:t xml:space="preserve">Осуществление части полномочий </w:t>
            </w:r>
            <w:proofErr w:type="gramStart"/>
            <w:r w:rsidRPr="002B529E">
              <w:rPr>
                <w:iCs/>
              </w:rPr>
              <w:t xml:space="preserve">по решению вопросов местного значения в соответствии с </w:t>
            </w:r>
            <w:r w:rsidRPr="002B529E">
              <w:rPr>
                <w:iCs/>
              </w:rPr>
              <w:lastRenderedPageBreak/>
              <w:t>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2B529E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04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09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both"/>
              <w:rPr>
                <w:bCs/>
                <w:iCs/>
              </w:rPr>
            </w:pPr>
            <w:r w:rsidRPr="00560C5A">
              <w:t>04101Р1000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  <w:color w:val="000000"/>
              </w:rPr>
            </w:pPr>
            <w:r w:rsidRPr="001F4C19">
              <w:rPr>
                <w:iCs/>
                <w:color w:val="000000"/>
              </w:rPr>
              <w:lastRenderedPageBreak/>
              <w:t xml:space="preserve">Осуществление части полномочий </w:t>
            </w:r>
            <w:proofErr w:type="gramStart"/>
            <w:r w:rsidRPr="001F4C19">
              <w:rPr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05101Р1220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290098,20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156994,32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54,1</w:t>
            </w:r>
          </w:p>
        </w:tc>
      </w:tr>
      <w:tr w:rsidR="007B47A6" w:rsidTr="00006F41">
        <w:trPr>
          <w:trHeight w:val="255"/>
        </w:trPr>
        <w:tc>
          <w:tcPr>
            <w:tcW w:w="5528" w:type="dxa"/>
            <w:shd w:val="clear" w:color="000000" w:fill="auto"/>
            <w:noWrap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  <w:color w:val="000000"/>
              </w:rPr>
            </w:pPr>
            <w:r w:rsidRPr="001F4C19">
              <w:rPr>
                <w:color w:val="000000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05101Р1290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760E14" w:rsidRDefault="007B47A6" w:rsidP="00006F41">
            <w:pPr>
              <w:jc w:val="center"/>
              <w:rPr>
                <w:color w:val="000000"/>
              </w:rPr>
            </w:pPr>
            <w:r w:rsidRPr="00760E14">
              <w:rPr>
                <w:color w:val="000000"/>
              </w:rPr>
              <w:t>540747,09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760E14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374845,80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760E14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69,3</w:t>
            </w:r>
          </w:p>
        </w:tc>
      </w:tr>
      <w:tr w:rsidR="00187496" w:rsidTr="00187496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187496" w:rsidRPr="0048068A" w:rsidRDefault="00187496" w:rsidP="00187496">
            <w:pPr>
              <w:jc w:val="both"/>
              <w:rPr>
                <w:bCs/>
                <w:iCs/>
              </w:rPr>
            </w:pPr>
            <w:r w:rsidRPr="00C51AEB">
              <w:rPr>
                <w:rFonts w:ascii="Calibri" w:hAnsi="Calibri"/>
                <w:bCs/>
                <w:iCs/>
              </w:rPr>
              <w:t xml:space="preserve">Мероприятия по оплате расходов связанных с </w:t>
            </w:r>
            <w:r>
              <w:rPr>
                <w:rFonts w:ascii="Calibri" w:hAnsi="Calibri"/>
                <w:bCs/>
                <w:iCs/>
              </w:rPr>
              <w:t>о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рганизаци</w:t>
            </w:r>
            <w:r>
              <w:rPr>
                <w:rFonts w:ascii="Calibri" w:hAnsi="Calibri"/>
                <w:bCs/>
                <w:iCs/>
                <w:color w:val="000000"/>
              </w:rPr>
              <w:t>ей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 в границах поселения </w:t>
            </w:r>
            <w:proofErr w:type="spellStart"/>
            <w:r w:rsidRPr="003F712D">
              <w:rPr>
                <w:rFonts w:ascii="Calibri" w:hAnsi="Calibri"/>
                <w:bCs/>
                <w:iCs/>
                <w:color w:val="000000"/>
              </w:rPr>
              <w:t>электро</w:t>
            </w:r>
            <w:proofErr w:type="spellEnd"/>
            <w:r w:rsidRPr="003F712D">
              <w:rPr>
                <w:rFonts w:ascii="Calibri" w:hAnsi="Calibri"/>
                <w:bCs/>
                <w:iCs/>
                <w:color w:val="000000"/>
              </w:rPr>
              <w:t>-, тепл</w:t>
            </w:r>
            <w:proofErr w:type="gramStart"/>
            <w:r w:rsidRPr="003F712D">
              <w:rPr>
                <w:rFonts w:ascii="Calibri" w:hAnsi="Calibri"/>
                <w:bCs/>
                <w:iCs/>
                <w:color w:val="000000"/>
              </w:rPr>
              <w:t>о-</w:t>
            </w:r>
            <w:proofErr w:type="gramEnd"/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, </w:t>
            </w:r>
            <w:proofErr w:type="spellStart"/>
            <w:r w:rsidRPr="003F712D">
              <w:rPr>
                <w:rFonts w:ascii="Calibri" w:hAnsi="Calibri"/>
                <w:bCs/>
                <w:iCs/>
                <w:color w:val="000000"/>
              </w:rPr>
              <w:t>газо</w:t>
            </w:r>
            <w:proofErr w:type="spellEnd"/>
            <w:r w:rsidRPr="003F712D">
              <w:rPr>
                <w:rFonts w:ascii="Calibri" w:hAnsi="Calibri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</w:t>
            </w:r>
            <w:r>
              <w:rPr>
                <w:bCs/>
                <w:iCs/>
                <w:color w:val="000000"/>
              </w:rPr>
              <w:t xml:space="preserve">оплата по исполнительному листу за 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каменн</w:t>
            </w:r>
            <w:r>
              <w:rPr>
                <w:bCs/>
                <w:iCs/>
                <w:color w:val="000000"/>
              </w:rPr>
              <w:t>ый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угль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)</w:t>
            </w:r>
            <w:r w:rsidRPr="00C51AEB">
              <w:rPr>
                <w:rFonts w:ascii="Calibri" w:hAnsi="Calibri"/>
              </w:rPr>
              <w:t xml:space="preserve"> 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187496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187496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187496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87496" w:rsidRPr="0048068A" w:rsidRDefault="00187496" w:rsidP="00187496">
            <w:pPr>
              <w:jc w:val="center"/>
            </w:pPr>
            <w:r w:rsidRPr="0048068A">
              <w:t>05202</w:t>
            </w:r>
            <w:r>
              <w:t>0</w:t>
            </w:r>
            <w:r w:rsidRPr="0048068A">
              <w:t>1320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87496" w:rsidRPr="00760E14" w:rsidRDefault="0018749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982785,31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187496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982785,31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187496" w:rsidRPr="00760E14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87496" w:rsidTr="00187496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187496" w:rsidRPr="0048068A" w:rsidRDefault="00187496" w:rsidP="00187496">
            <w:pPr>
              <w:jc w:val="both"/>
              <w:rPr>
                <w:bCs/>
                <w:iCs/>
              </w:rPr>
            </w:pPr>
            <w:r w:rsidRPr="00C51AEB">
              <w:rPr>
                <w:rFonts w:ascii="Calibri" w:hAnsi="Calibri"/>
                <w:bCs/>
                <w:iCs/>
              </w:rPr>
              <w:t xml:space="preserve">Мероприятия по оплате расходов связанных с </w:t>
            </w:r>
            <w:r>
              <w:rPr>
                <w:rFonts w:ascii="Calibri" w:hAnsi="Calibri"/>
                <w:bCs/>
                <w:iCs/>
              </w:rPr>
              <w:t>о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рганизаци</w:t>
            </w:r>
            <w:r>
              <w:rPr>
                <w:rFonts w:ascii="Calibri" w:hAnsi="Calibri"/>
                <w:bCs/>
                <w:iCs/>
                <w:color w:val="000000"/>
              </w:rPr>
              <w:t>ей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 в границах поселения </w:t>
            </w:r>
            <w:proofErr w:type="spellStart"/>
            <w:r w:rsidRPr="003F712D">
              <w:rPr>
                <w:rFonts w:ascii="Calibri" w:hAnsi="Calibri"/>
                <w:bCs/>
                <w:iCs/>
                <w:color w:val="000000"/>
              </w:rPr>
              <w:t>электро</w:t>
            </w:r>
            <w:proofErr w:type="spellEnd"/>
            <w:r w:rsidRPr="003F712D">
              <w:rPr>
                <w:rFonts w:ascii="Calibri" w:hAnsi="Calibri"/>
                <w:bCs/>
                <w:iCs/>
                <w:color w:val="000000"/>
              </w:rPr>
              <w:t>-, тепл</w:t>
            </w:r>
            <w:proofErr w:type="gramStart"/>
            <w:r w:rsidRPr="003F712D">
              <w:rPr>
                <w:rFonts w:ascii="Calibri" w:hAnsi="Calibri"/>
                <w:bCs/>
                <w:iCs/>
                <w:color w:val="000000"/>
              </w:rPr>
              <w:t>о-</w:t>
            </w:r>
            <w:proofErr w:type="gramEnd"/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, </w:t>
            </w:r>
            <w:proofErr w:type="spellStart"/>
            <w:r w:rsidRPr="003F712D">
              <w:rPr>
                <w:rFonts w:ascii="Calibri" w:hAnsi="Calibri"/>
                <w:bCs/>
                <w:iCs/>
                <w:color w:val="000000"/>
              </w:rPr>
              <w:t>газо</w:t>
            </w:r>
            <w:proofErr w:type="spellEnd"/>
            <w:r w:rsidRPr="003F712D">
              <w:rPr>
                <w:rFonts w:ascii="Calibri" w:hAnsi="Calibri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</w:t>
            </w:r>
            <w:r>
              <w:rPr>
                <w:bCs/>
                <w:iCs/>
                <w:color w:val="000000"/>
              </w:rPr>
              <w:t xml:space="preserve">оплата по исполнительному листу за 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каменн</w:t>
            </w:r>
            <w:r>
              <w:rPr>
                <w:bCs/>
                <w:iCs/>
                <w:color w:val="000000"/>
              </w:rPr>
              <w:t>ый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угль</w:t>
            </w:r>
            <w:r w:rsidRPr="003F712D">
              <w:rPr>
                <w:rFonts w:ascii="Calibri" w:hAnsi="Calibri"/>
                <w:bCs/>
                <w:iCs/>
                <w:color w:val="000000"/>
              </w:rPr>
              <w:t>)</w:t>
            </w:r>
            <w:r w:rsidRPr="00C51AEB">
              <w:rPr>
                <w:rFonts w:ascii="Calibri" w:hAnsi="Calibri"/>
              </w:rPr>
              <w:t xml:space="preserve"> 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187496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187496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187496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87496" w:rsidRPr="0048068A" w:rsidRDefault="00187496" w:rsidP="00187496">
            <w:pPr>
              <w:jc w:val="center"/>
            </w:pPr>
            <w:r w:rsidRPr="0048068A">
              <w:t>05202</w:t>
            </w:r>
            <w:r>
              <w:t>0</w:t>
            </w:r>
            <w:r w:rsidRPr="0048068A">
              <w:t>1320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87496" w:rsidRPr="001F4C19" w:rsidRDefault="0018749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87496" w:rsidRPr="00760E14" w:rsidRDefault="0018749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22656,00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187496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22656,00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187496" w:rsidRPr="00760E14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2B529E" w:rsidRDefault="007B47A6" w:rsidP="00006F41">
            <w:pPr>
              <w:jc w:val="both"/>
              <w:rPr>
                <w:bCs/>
                <w:iCs/>
              </w:rPr>
            </w:pPr>
            <w:r w:rsidRPr="002B529E">
              <w:rPr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организацию тепло-, </w:t>
            </w:r>
            <w:r w:rsidRPr="002B529E">
              <w:rPr>
                <w:bCs/>
                <w:iCs/>
              </w:rPr>
              <w:lastRenderedPageBreak/>
              <w:t>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bCs/>
                <w:iCs/>
                <w:color w:val="000000"/>
              </w:rPr>
              <w:t xml:space="preserve"> (водоотведение)</w:t>
            </w:r>
            <w:r w:rsidRPr="002B529E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02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05202Р1320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572000</w:t>
            </w:r>
            <w:r w:rsidRPr="00560C5A"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572000</w:t>
            </w:r>
            <w:r w:rsidR="004668D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4668D9"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006F41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proofErr w:type="gramStart"/>
            <w:r w:rsidRPr="001F4C19">
              <w:rPr>
                <w:bCs/>
                <w:iCs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t>(Закупка товаров, работ и услуг</w:t>
            </w:r>
            <w:proofErr w:type="gramEnd"/>
            <w:r w:rsidRPr="001F4C19">
              <w:t xml:space="preserve"> для обеспечения </w:t>
            </w:r>
            <w:proofErr w:type="gramStart"/>
            <w:r w:rsidRPr="001F4C19">
              <w:t>государственных</w:t>
            </w:r>
            <w:proofErr w:type="gramEnd"/>
          </w:p>
          <w:p w:rsidR="007B47A6" w:rsidRPr="001F4C19" w:rsidRDefault="007B47A6" w:rsidP="00006F41">
            <w:pPr>
              <w:jc w:val="both"/>
            </w:pPr>
          </w:p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t xml:space="preserve"> </w:t>
            </w:r>
            <w:proofErr w:type="gramStart"/>
            <w:r w:rsidRPr="001F4C19">
              <w:t>(муниципальных) нужд))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40931Р1250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187496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113</w:t>
            </w:r>
            <w:r w:rsidR="00187496">
              <w:rPr>
                <w:color w:val="000000"/>
              </w:rPr>
              <w:t>8</w:t>
            </w:r>
            <w:r w:rsidRPr="001F4C1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18749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11380</w:t>
            </w:r>
            <w:r w:rsidR="004668D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iCs/>
              </w:rPr>
              <w:t xml:space="preserve">Мероприятия по оплате расходов, связанных с уличным освещением </w:t>
            </w:r>
            <w:r w:rsidRPr="001F4C1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0610120080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D2720A" w:rsidP="00006F41">
            <w:pPr>
              <w:jc w:val="center"/>
            </w:pPr>
            <w:r>
              <w:t>1007503,31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517856,53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t>Новоусадебского</w:t>
            </w:r>
            <w:proofErr w:type="spellEnd"/>
            <w:r w:rsidRPr="001F4C19">
              <w:t xml:space="preserve"> сельского поселени</w:t>
            </w:r>
            <w:proofErr w:type="gramStart"/>
            <w:r w:rsidRPr="001F4C19">
              <w:t>я(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0620120090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D2720A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248205,75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248205,75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</w:t>
            </w:r>
            <w:proofErr w:type="gramStart"/>
            <w:r w:rsidRPr="001F4C19">
              <w:rPr>
                <w:iCs/>
              </w:rPr>
              <w:t>я</w:t>
            </w:r>
            <w:r w:rsidRPr="001F4C19">
              <w:t>(</w:t>
            </w:r>
            <w:proofErr w:type="gramEnd"/>
            <w:r w:rsidRPr="001F4C19">
              <w:t xml:space="preserve">Закупка </w:t>
            </w:r>
            <w:r w:rsidRPr="001F4C19"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0630120100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D2720A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105028,30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105028,30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iCs/>
              </w:rPr>
              <w:t>а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  <w:r w:rsidRPr="001F4C19">
              <w:rPr>
                <w:iCs/>
              </w:rPr>
              <w:tab/>
            </w:r>
            <w:r w:rsidRPr="001F4C19">
              <w:rPr>
                <w:iCs/>
              </w:rPr>
              <w:tab/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06301Р0330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60E14" w:rsidP="00006F41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7B47A6" w:rsidRPr="001F4C19">
              <w:rPr>
                <w:iCs/>
              </w:rPr>
              <w:t>20000,00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168021,60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BC4C00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</w:t>
            </w:r>
            <w:proofErr w:type="gramStart"/>
            <w:r w:rsidRPr="001F4C19">
              <w:rPr>
                <w:bCs/>
                <w:iCs/>
              </w:rPr>
              <w:t>я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0640120110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D2720A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19425,90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19425,90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  <w:highlight w:val="yellow"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06501Р1260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rPr>
                <w:color w:val="000000"/>
              </w:rPr>
              <w:t>90000,00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06501Р1300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400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248570,00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246959,92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sz w:val="22"/>
                <w:szCs w:val="22"/>
              </w:rPr>
            </w:pPr>
            <w:r w:rsidRPr="00D2720A">
              <w:rPr>
                <w:sz w:val="22"/>
                <w:szCs w:val="22"/>
              </w:rPr>
              <w:t>99,4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1F4C19">
              <w:t xml:space="preserve"> (Закупка товаров, работ и услуг для </w:t>
            </w:r>
            <w:r w:rsidRPr="001F4C19"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06601Р1270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iCs/>
              </w:rPr>
            </w:pPr>
            <w:r w:rsidRPr="001F4C19">
              <w:rPr>
                <w:iCs/>
              </w:rPr>
              <w:t>180000,00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121343,64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BC4C00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006F41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Мероприятия по содержанию</w:t>
            </w:r>
            <w:r w:rsidRPr="0048068A">
              <w:rPr>
                <w:iCs/>
              </w:rPr>
              <w:t xml:space="preserve"> кладбищ</w:t>
            </w:r>
            <w:r>
              <w:rPr>
                <w:iCs/>
              </w:rPr>
              <w:t xml:space="preserve"> расположенных на территории НУСП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006F41">
            <w:pPr>
              <w:jc w:val="center"/>
            </w:pPr>
            <w:r>
              <w:t>066012</w:t>
            </w:r>
            <w:r w:rsidRPr="0048068A">
              <w:t>1270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006F41">
            <w:pPr>
              <w:jc w:val="center"/>
            </w:pPr>
            <w:r>
              <w:rPr>
                <w:color w:val="000000"/>
              </w:rPr>
              <w:t>42345,00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color w:val="000000"/>
              </w:rPr>
              <w:t>42345,00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iCs/>
                <w:sz w:val="22"/>
                <w:szCs w:val="22"/>
              </w:rPr>
            </w:pPr>
            <w:r w:rsidRPr="00F66B8E">
              <w:rPr>
                <w:iCs/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bCs/>
                <w:iCs/>
              </w:rPr>
              <w:t>окашиванием</w:t>
            </w:r>
            <w:proofErr w:type="spellEnd"/>
            <w:r w:rsidRPr="001F4C19">
              <w:rPr>
                <w:bCs/>
                <w:iCs/>
              </w:rPr>
              <w:t xml:space="preserve"> территории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</w:t>
            </w:r>
            <w:proofErr w:type="gramStart"/>
            <w:r w:rsidRPr="001F4C19">
              <w:rPr>
                <w:bCs/>
                <w:iCs/>
              </w:rPr>
              <w:t>я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0670120120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D2720A" w:rsidP="00760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220734,20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220734,20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BC4C00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bCs/>
                <w:iCs/>
              </w:rPr>
              <w:t>а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0670120130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D2720A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274712,30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274712,30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BC4C00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поселения от клеще</w:t>
            </w:r>
            <w:proofErr w:type="gramStart"/>
            <w:r w:rsidRPr="001F4C19">
              <w:rPr>
                <w:bCs/>
                <w:iCs/>
              </w:rPr>
              <w:t>й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0670120140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D2720A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B47A6" w:rsidRPr="001F4C19">
              <w:rPr>
                <w:color w:val="000000"/>
              </w:rPr>
              <w:t>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CF1A70" w:rsidRDefault="007B47A6" w:rsidP="00006F41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iCs/>
              </w:rPr>
              <w:t>(</w:t>
            </w:r>
            <w:r w:rsidRPr="00C328A2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iCs/>
              </w:rPr>
              <w:t>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C328A2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3A3ADE" w:rsidRDefault="007B47A6" w:rsidP="00006F41">
            <w:pPr>
              <w:jc w:val="center"/>
            </w:pPr>
            <w: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7B5281" w:rsidRDefault="007B47A6" w:rsidP="00006F41">
            <w:pPr>
              <w:jc w:val="center"/>
              <w:rPr>
                <w:lang w:val="en-US"/>
              </w:rPr>
            </w:pPr>
            <w: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C328A2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Default="007B47A6" w:rsidP="00006F41">
            <w:pPr>
              <w:jc w:val="center"/>
            </w:pPr>
            <w: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9E784F" w:rsidRDefault="007B47A6" w:rsidP="00006F41">
            <w:pPr>
              <w:jc w:val="center"/>
              <w:rPr>
                <w:lang w:val="en-US"/>
              </w:rPr>
            </w:pPr>
            <w:r>
              <w:t>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309860,00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</w:tr>
      <w:tr w:rsidR="00760E14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60E14" w:rsidRPr="00CF1A70" w:rsidRDefault="00760E14" w:rsidP="00006F41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b/>
                <w:iCs/>
              </w:rPr>
              <w:t>(</w:t>
            </w:r>
            <w:r w:rsidRPr="00C328A2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b/>
                <w:iCs/>
              </w:rPr>
              <w:t>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60E14" w:rsidRPr="00C328A2" w:rsidRDefault="00760E14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60E14" w:rsidRPr="003A3ADE" w:rsidRDefault="00760E14" w:rsidP="00006F41">
            <w:pPr>
              <w:jc w:val="center"/>
            </w:pPr>
            <w: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60E14" w:rsidRPr="007B5281" w:rsidRDefault="00760E14" w:rsidP="00006F41">
            <w:pPr>
              <w:jc w:val="center"/>
              <w:rPr>
                <w:lang w:val="en-US"/>
              </w:rPr>
            </w:pPr>
            <w: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60E14" w:rsidRPr="003A3ADE" w:rsidRDefault="00760E14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60E14" w:rsidRDefault="00760E14" w:rsidP="00006F41">
            <w:pPr>
              <w:jc w:val="center"/>
            </w:pPr>
            <w: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60E14" w:rsidRPr="009E784F" w:rsidRDefault="00760E14" w:rsidP="00006F41">
            <w:pPr>
              <w:jc w:val="center"/>
              <w:rPr>
                <w:lang w:val="en-US"/>
              </w:rPr>
            </w:pPr>
            <w:r>
              <w:t>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60E14" w:rsidRPr="00F66B8E" w:rsidRDefault="00760E14" w:rsidP="00760E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309860,00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60E14" w:rsidRPr="00F66B8E" w:rsidRDefault="00760E14" w:rsidP="00760E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lastRenderedPageBreak/>
              <w:t xml:space="preserve">Мероприятия по обеспечению функций клубных учреждений </w:t>
            </w:r>
            <w:r w:rsidRPr="001F4C19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08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0710100040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3028581,00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2494207,28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BC4C00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обеспечению функций клубных учреждений </w:t>
            </w:r>
            <w:r w:rsidRPr="001F4C1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08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0710100040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D2720A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2735729,15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1454474,70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BC4C00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обеспечению функций клубных учреждений </w:t>
            </w:r>
          </w:p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>(Иные бюджетные ассигнования)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08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0710100040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61000,00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32567,00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BC4C00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0810100060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300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224935,20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175018,47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D2720A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  <w:tr w:rsidR="007B47A6" w:rsidTr="00006F41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/>
                <w:iCs/>
              </w:rPr>
            </w:pPr>
            <w:r w:rsidRPr="001F4C19">
              <w:rPr>
                <w:b/>
                <w:iCs/>
              </w:rPr>
              <w:t>ВСЕГО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000000" w:fill="auto"/>
            <w:noWrap/>
            <w:hideMark/>
          </w:tcPr>
          <w:p w:rsidR="007B47A6" w:rsidRPr="001F4C19" w:rsidRDefault="00D2720A" w:rsidP="00006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18335242,05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D2720A" w:rsidRDefault="00D2720A" w:rsidP="00CD5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720A">
              <w:rPr>
                <w:b/>
                <w:color w:val="000000"/>
                <w:sz w:val="22"/>
                <w:szCs w:val="22"/>
              </w:rPr>
              <w:t>12357711,03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D2720A" w:rsidRDefault="00D2720A" w:rsidP="00CD5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67,4</w:t>
            </w:r>
          </w:p>
        </w:tc>
      </w:tr>
    </w:tbl>
    <w:p w:rsidR="00CD54A1" w:rsidRDefault="00CD54A1" w:rsidP="00CD5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D54A1" w:rsidRDefault="00CD54A1" w:rsidP="00CD5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D54A1" w:rsidRPr="00F66B8E" w:rsidRDefault="00CD54A1" w:rsidP="00CD54A1">
      <w:pPr>
        <w:spacing w:line="192" w:lineRule="auto"/>
        <w:jc w:val="right"/>
        <w:rPr>
          <w:sz w:val="20"/>
          <w:szCs w:val="20"/>
        </w:rPr>
      </w:pPr>
    </w:p>
    <w:p w:rsidR="00987101" w:rsidRDefault="00987101" w:rsidP="00CD54A1">
      <w:pPr>
        <w:spacing w:line="192" w:lineRule="auto"/>
        <w:jc w:val="right"/>
        <w:rPr>
          <w:sz w:val="20"/>
          <w:szCs w:val="20"/>
        </w:rPr>
      </w:pPr>
    </w:p>
    <w:p w:rsidR="00987101" w:rsidRDefault="00987101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B00B55" w:rsidRDefault="00B00B55" w:rsidP="00CD54A1">
      <w:pPr>
        <w:spacing w:line="192" w:lineRule="auto"/>
        <w:jc w:val="right"/>
        <w:rPr>
          <w:sz w:val="20"/>
          <w:szCs w:val="20"/>
        </w:rPr>
      </w:pPr>
    </w:p>
    <w:p w:rsidR="00B00B55" w:rsidRDefault="00B00B55" w:rsidP="00CD54A1">
      <w:pPr>
        <w:spacing w:line="192" w:lineRule="auto"/>
        <w:jc w:val="right"/>
        <w:rPr>
          <w:sz w:val="20"/>
          <w:szCs w:val="20"/>
        </w:rPr>
      </w:pPr>
    </w:p>
    <w:p w:rsidR="00B00B55" w:rsidRDefault="00B00B55" w:rsidP="00CD54A1">
      <w:pPr>
        <w:spacing w:line="192" w:lineRule="auto"/>
        <w:jc w:val="right"/>
        <w:rPr>
          <w:sz w:val="20"/>
          <w:szCs w:val="20"/>
        </w:rPr>
      </w:pPr>
    </w:p>
    <w:p w:rsidR="00CD54A1" w:rsidRPr="00F66B8E" w:rsidRDefault="00CD54A1" w:rsidP="00CD54A1">
      <w:pPr>
        <w:spacing w:line="192" w:lineRule="auto"/>
        <w:jc w:val="right"/>
        <w:rPr>
          <w:sz w:val="20"/>
          <w:szCs w:val="20"/>
        </w:rPr>
      </w:pPr>
      <w:r w:rsidRPr="00F66B8E">
        <w:rPr>
          <w:sz w:val="20"/>
          <w:szCs w:val="20"/>
        </w:rPr>
        <w:lastRenderedPageBreak/>
        <w:t>Приложение 8</w:t>
      </w:r>
    </w:p>
    <w:p w:rsidR="00987101" w:rsidRPr="00BF13B8" w:rsidRDefault="00CD54A1" w:rsidP="00987101">
      <w:pPr>
        <w:jc w:val="right"/>
        <w:rPr>
          <w:sz w:val="18"/>
          <w:szCs w:val="18"/>
        </w:rPr>
      </w:pPr>
      <w:r w:rsidRPr="00F66B8E">
        <w:rPr>
          <w:sz w:val="20"/>
          <w:szCs w:val="20"/>
        </w:rPr>
        <w:t xml:space="preserve">                                                   к решению </w:t>
      </w:r>
      <w:r w:rsidR="00987101" w:rsidRPr="00BF13B8">
        <w:rPr>
          <w:sz w:val="18"/>
          <w:szCs w:val="18"/>
        </w:rPr>
        <w:t xml:space="preserve">Совета </w:t>
      </w:r>
      <w:proofErr w:type="spellStart"/>
      <w:r w:rsidR="00987101" w:rsidRPr="00BF13B8">
        <w:rPr>
          <w:sz w:val="18"/>
          <w:szCs w:val="18"/>
        </w:rPr>
        <w:t>Новоусадебского</w:t>
      </w:r>
      <w:proofErr w:type="spellEnd"/>
      <w:r w:rsidR="00987101" w:rsidRPr="00BF13B8">
        <w:rPr>
          <w:sz w:val="18"/>
          <w:szCs w:val="18"/>
        </w:rPr>
        <w:t xml:space="preserve">  сельского поселения </w:t>
      </w:r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>
        <w:rPr>
          <w:sz w:val="18"/>
          <w:szCs w:val="18"/>
        </w:rPr>
        <w:t xml:space="preserve"> </w:t>
      </w:r>
      <w:r w:rsidR="00BC4C00">
        <w:rPr>
          <w:sz w:val="18"/>
          <w:szCs w:val="18"/>
        </w:rPr>
        <w:t>9 месяцев</w:t>
      </w:r>
      <w:r w:rsidR="00FF68D0">
        <w:rPr>
          <w:sz w:val="18"/>
          <w:szCs w:val="18"/>
        </w:rPr>
        <w:t xml:space="preserve">  </w:t>
      </w:r>
      <w:r w:rsidRPr="00BF13B8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Pr="00BF13B8">
        <w:rPr>
          <w:sz w:val="18"/>
          <w:szCs w:val="18"/>
        </w:rPr>
        <w:t xml:space="preserve">                                                                                                           </w:t>
      </w:r>
    </w:p>
    <w:p w:rsidR="00CD54A1" w:rsidRPr="00F66B8E" w:rsidRDefault="00CD54A1" w:rsidP="00FF68D0">
      <w:pPr>
        <w:spacing w:line="192" w:lineRule="auto"/>
        <w:jc w:val="center"/>
      </w:pPr>
      <w:r w:rsidRPr="00F66B8E">
        <w:rPr>
          <w:b/>
          <w:color w:val="000000"/>
        </w:rPr>
        <w:t xml:space="preserve">Распределение бюджетных ассигнований  бюджета </w:t>
      </w:r>
      <w:proofErr w:type="spellStart"/>
      <w:r w:rsidRPr="00F66B8E">
        <w:rPr>
          <w:b/>
          <w:color w:val="000000"/>
        </w:rPr>
        <w:t>Новоусадебского</w:t>
      </w:r>
      <w:proofErr w:type="spellEnd"/>
      <w:r w:rsidRPr="00F66B8E">
        <w:rPr>
          <w:b/>
          <w:color w:val="000000"/>
        </w:rPr>
        <w:t xml:space="preserve"> сельского поселения по разделам и подразделам классификации расходов бюджетов на 202</w:t>
      </w:r>
      <w:r w:rsidR="00987101">
        <w:rPr>
          <w:b/>
          <w:color w:val="000000"/>
        </w:rPr>
        <w:t>4</w:t>
      </w:r>
      <w:r w:rsidRPr="00F66B8E">
        <w:rPr>
          <w:b/>
          <w:color w:val="000000"/>
        </w:rPr>
        <w:t xml:space="preserve"> год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797"/>
        <w:gridCol w:w="2126"/>
        <w:gridCol w:w="1984"/>
        <w:gridCol w:w="2127"/>
      </w:tblGrid>
      <w:tr w:rsidR="00A5551B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A5551B" w:rsidRPr="00F66B8E" w:rsidRDefault="00A5551B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2126" w:type="dxa"/>
            <w:shd w:val="clear" w:color="auto" w:fill="auto"/>
            <w:noWrap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984" w:type="dxa"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2127" w:type="dxa"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BC4C00" w:rsidP="00006F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4184232,74</w:t>
            </w:r>
          </w:p>
        </w:tc>
        <w:tc>
          <w:tcPr>
            <w:tcW w:w="1984" w:type="dxa"/>
          </w:tcPr>
          <w:p w:rsidR="00987101" w:rsidRPr="00F66B8E" w:rsidRDefault="00BC4C00" w:rsidP="00BC4C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2944892,12</w:t>
            </w:r>
          </w:p>
        </w:tc>
        <w:tc>
          <w:tcPr>
            <w:tcW w:w="2127" w:type="dxa"/>
          </w:tcPr>
          <w:p w:rsidR="00987101" w:rsidRPr="00F66B8E" w:rsidRDefault="00BC4C00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70,4</w:t>
            </w:r>
          </w:p>
        </w:tc>
      </w:tr>
      <w:tr w:rsidR="00987101" w:rsidRPr="00843613" w:rsidTr="00F66B8E">
        <w:trPr>
          <w:cantSplit/>
          <w:trHeight w:val="573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BC4C00" w:rsidP="00006F4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1171114,08</w:t>
            </w:r>
          </w:p>
        </w:tc>
        <w:tc>
          <w:tcPr>
            <w:tcW w:w="1984" w:type="dxa"/>
          </w:tcPr>
          <w:p w:rsidR="00987101" w:rsidRPr="00F66B8E" w:rsidRDefault="00BC4C00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862197,32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747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BC4C00" w:rsidP="00006F41">
            <w:pPr>
              <w:jc w:val="center"/>
              <w:outlineLvl w:val="0"/>
            </w:pPr>
            <w:r>
              <w:t>2551627,28</w:t>
            </w:r>
          </w:p>
        </w:tc>
        <w:tc>
          <w:tcPr>
            <w:tcW w:w="1984" w:type="dxa"/>
          </w:tcPr>
          <w:p w:rsidR="00987101" w:rsidRPr="00F66B8E" w:rsidRDefault="00BC4C00" w:rsidP="00BC4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1768346,56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27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44167C" w:rsidP="00006F4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461491,38</w:t>
            </w:r>
          </w:p>
        </w:tc>
        <w:tc>
          <w:tcPr>
            <w:tcW w:w="1984" w:type="dxa"/>
          </w:tcPr>
          <w:p w:rsidR="00987101" w:rsidRPr="00F66B8E" w:rsidRDefault="00BC4C00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314348,24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  <w:bCs/>
                <w:color w:val="000000"/>
              </w:rPr>
              <w:t>345750,00</w:t>
            </w:r>
          </w:p>
        </w:tc>
        <w:tc>
          <w:tcPr>
            <w:tcW w:w="1984" w:type="dxa"/>
          </w:tcPr>
          <w:p w:rsidR="00987101" w:rsidRPr="00F66B8E" w:rsidRDefault="00BC4C00" w:rsidP="00A332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232714,29</w:t>
            </w:r>
          </w:p>
        </w:tc>
        <w:tc>
          <w:tcPr>
            <w:tcW w:w="2127" w:type="dxa"/>
          </w:tcPr>
          <w:p w:rsidR="00987101" w:rsidRPr="00F66B8E" w:rsidRDefault="00BC4C00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67,3</w:t>
            </w:r>
          </w:p>
        </w:tc>
      </w:tr>
      <w:tr w:rsidR="00987101" w:rsidRPr="00325BA5" w:rsidTr="00F66B8E">
        <w:trPr>
          <w:cantSplit/>
          <w:trHeight w:val="311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345750,00</w:t>
            </w:r>
          </w:p>
        </w:tc>
        <w:tc>
          <w:tcPr>
            <w:tcW w:w="1984" w:type="dxa"/>
          </w:tcPr>
          <w:p w:rsidR="00987101" w:rsidRPr="00F66B8E" w:rsidRDefault="00BC4C00" w:rsidP="00A3322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232714,29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57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BC4C00" w:rsidP="00006F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288822,60</w:t>
            </w:r>
          </w:p>
        </w:tc>
        <w:tc>
          <w:tcPr>
            <w:tcW w:w="1984" w:type="dxa"/>
          </w:tcPr>
          <w:p w:rsidR="00987101" w:rsidRPr="00F66B8E" w:rsidRDefault="00BC4C00" w:rsidP="00A332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288822,60</w:t>
            </w:r>
          </w:p>
        </w:tc>
        <w:tc>
          <w:tcPr>
            <w:tcW w:w="2127" w:type="dxa"/>
          </w:tcPr>
          <w:p w:rsidR="00987101" w:rsidRPr="00F66B8E" w:rsidRDefault="00BC4C00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BC4C00" w:rsidP="00006F41">
            <w:pPr>
              <w:jc w:val="center"/>
              <w:outlineLvl w:val="0"/>
              <w:rPr>
                <w:color w:val="000000"/>
              </w:rPr>
            </w:pPr>
            <w:r>
              <w:rPr>
                <w:bCs/>
                <w:color w:val="000000"/>
              </w:rPr>
              <w:t>288822,60</w:t>
            </w:r>
          </w:p>
        </w:tc>
        <w:tc>
          <w:tcPr>
            <w:tcW w:w="1984" w:type="dxa"/>
          </w:tcPr>
          <w:p w:rsidR="00987101" w:rsidRPr="00F66B8E" w:rsidRDefault="00BC4C00" w:rsidP="00A3322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288822,60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258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F66B8E">
              <w:rPr>
                <w:b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b/>
                <w:color w:val="000000"/>
                <w:sz w:val="22"/>
                <w:szCs w:val="22"/>
              </w:rPr>
            </w:pPr>
            <w:r w:rsidRPr="00F66B8E">
              <w:rPr>
                <w:b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A17FBC">
              <w:rPr>
                <w:b/>
                <w:color w:val="000000"/>
              </w:rPr>
              <w:t>280000,00</w:t>
            </w:r>
          </w:p>
        </w:tc>
        <w:tc>
          <w:tcPr>
            <w:tcW w:w="1984" w:type="dxa"/>
          </w:tcPr>
          <w:p w:rsidR="00987101" w:rsidRPr="00F66B8E" w:rsidRDefault="00BC4C00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30000</w:t>
            </w:r>
            <w:r w:rsidR="00987101">
              <w:rPr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27" w:type="dxa"/>
          </w:tcPr>
          <w:p w:rsidR="00987101" w:rsidRPr="00F66B8E" w:rsidRDefault="00BC4C00" w:rsidP="00CD54A1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10,7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bCs/>
                <w:color w:val="000000"/>
              </w:rPr>
            </w:pPr>
            <w:r w:rsidRPr="00A17FBC">
              <w:rPr>
                <w:bCs/>
                <w:color w:val="000000"/>
              </w:rPr>
              <w:t>280000,00</w:t>
            </w:r>
          </w:p>
        </w:tc>
        <w:tc>
          <w:tcPr>
            <w:tcW w:w="1984" w:type="dxa"/>
          </w:tcPr>
          <w:p w:rsidR="00987101" w:rsidRPr="00F66B8E" w:rsidRDefault="00BC4C00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30000</w:t>
            </w:r>
            <w:r w:rsidR="00987101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87101" w:rsidRPr="00325BA5" w:rsidTr="00006F41">
        <w:trPr>
          <w:cantSplit/>
          <w:trHeight w:val="202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87101" w:rsidRPr="00A17FBC" w:rsidRDefault="00570C66" w:rsidP="00006F41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7186191,36</w:t>
            </w:r>
          </w:p>
        </w:tc>
        <w:tc>
          <w:tcPr>
            <w:tcW w:w="1984" w:type="dxa"/>
          </w:tcPr>
          <w:p w:rsidR="00987101" w:rsidRPr="00F66B8E" w:rsidRDefault="00570C66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4705014,57</w:t>
            </w:r>
          </w:p>
        </w:tc>
        <w:tc>
          <w:tcPr>
            <w:tcW w:w="2127" w:type="dxa"/>
          </w:tcPr>
          <w:p w:rsidR="00987101" w:rsidRPr="00F66B8E" w:rsidRDefault="00570C66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65,5</w:t>
            </w:r>
          </w:p>
        </w:tc>
      </w:tr>
      <w:tr w:rsidR="00987101" w:rsidRPr="00325BA5" w:rsidTr="00F66B8E">
        <w:trPr>
          <w:cantSplit/>
          <w:trHeight w:val="28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0501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830845,29</w:t>
            </w:r>
          </w:p>
        </w:tc>
        <w:tc>
          <w:tcPr>
            <w:tcW w:w="1984" w:type="dxa"/>
          </w:tcPr>
          <w:p w:rsidR="00987101" w:rsidRPr="00F66B8E" w:rsidRDefault="00BC4C00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531840,12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293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570C66" w:rsidP="00006F4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1588821,31</w:t>
            </w:r>
          </w:p>
        </w:tc>
        <w:tc>
          <w:tcPr>
            <w:tcW w:w="1984" w:type="dxa"/>
          </w:tcPr>
          <w:p w:rsidR="00987101" w:rsidRPr="00F66B8E" w:rsidRDefault="00570C66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1588821,31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570C66" w:rsidP="00006F4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4766524,76</w:t>
            </w:r>
          </w:p>
        </w:tc>
        <w:tc>
          <w:tcPr>
            <w:tcW w:w="1984" w:type="dxa"/>
          </w:tcPr>
          <w:p w:rsidR="00987101" w:rsidRPr="00F66B8E" w:rsidRDefault="00570C66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2584353,14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570C66" w:rsidP="00006F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5825310,15</w:t>
            </w:r>
          </w:p>
        </w:tc>
        <w:tc>
          <w:tcPr>
            <w:tcW w:w="1984" w:type="dxa"/>
          </w:tcPr>
          <w:p w:rsidR="00987101" w:rsidRPr="00F66B8E" w:rsidRDefault="00570C66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3981248,98</w:t>
            </w:r>
          </w:p>
        </w:tc>
        <w:tc>
          <w:tcPr>
            <w:tcW w:w="2127" w:type="dxa"/>
          </w:tcPr>
          <w:p w:rsidR="00987101" w:rsidRPr="00F66B8E" w:rsidRDefault="00570C66" w:rsidP="00CD54A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68,3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570C66" w:rsidP="00006F41">
            <w:pPr>
              <w:jc w:val="center"/>
              <w:rPr>
                <w:bCs/>
              </w:rPr>
            </w:pPr>
            <w:r>
              <w:t>5825310,15</w:t>
            </w:r>
          </w:p>
        </w:tc>
        <w:tc>
          <w:tcPr>
            <w:tcW w:w="1984" w:type="dxa"/>
          </w:tcPr>
          <w:p w:rsidR="00987101" w:rsidRPr="00F66B8E" w:rsidRDefault="00570C66" w:rsidP="00CD54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3981348,98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</w:tcPr>
          <w:p w:rsidR="00987101" w:rsidRPr="00F66B8E" w:rsidRDefault="00570C66" w:rsidP="008E5F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175018,47</w:t>
            </w:r>
          </w:p>
        </w:tc>
        <w:tc>
          <w:tcPr>
            <w:tcW w:w="2127" w:type="dxa"/>
          </w:tcPr>
          <w:p w:rsidR="00987101" w:rsidRPr="00F66B8E" w:rsidRDefault="00570C66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77,8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87101" w:rsidRPr="00A17FBC" w:rsidRDefault="00987101" w:rsidP="00006F41">
            <w:pPr>
              <w:jc w:val="center"/>
            </w:pPr>
            <w:r w:rsidRPr="00A17FBC">
              <w:rPr>
                <w:bCs/>
                <w:color w:val="000000"/>
              </w:rPr>
              <w:t>224935,20</w:t>
            </w:r>
          </w:p>
        </w:tc>
        <w:tc>
          <w:tcPr>
            <w:tcW w:w="1984" w:type="dxa"/>
            <w:vAlign w:val="center"/>
          </w:tcPr>
          <w:p w:rsidR="00987101" w:rsidRPr="00F66B8E" w:rsidRDefault="00570C66" w:rsidP="008E5F2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175018,47</w:t>
            </w:r>
          </w:p>
        </w:tc>
        <w:tc>
          <w:tcPr>
            <w:tcW w:w="2127" w:type="dxa"/>
            <w:vAlign w:val="center"/>
          </w:tcPr>
          <w:p w:rsidR="00987101" w:rsidRPr="00F66B8E" w:rsidRDefault="00987101" w:rsidP="00CD54A1">
            <w:pPr>
              <w:jc w:val="center"/>
              <w:rPr>
                <w:sz w:val="22"/>
                <w:szCs w:val="22"/>
              </w:rPr>
            </w:pPr>
          </w:p>
        </w:tc>
      </w:tr>
      <w:tr w:rsidR="00987101" w:rsidRPr="00325BA5" w:rsidTr="00006F41">
        <w:trPr>
          <w:cantSplit/>
          <w:trHeight w:val="300"/>
        </w:trPr>
        <w:tc>
          <w:tcPr>
            <w:tcW w:w="8648" w:type="dxa"/>
            <w:gridSpan w:val="2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F66B8E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87101" w:rsidRPr="00F66B8E" w:rsidRDefault="00570C66" w:rsidP="00CD54A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18335242,05</w:t>
            </w:r>
          </w:p>
        </w:tc>
        <w:tc>
          <w:tcPr>
            <w:tcW w:w="1984" w:type="dxa"/>
          </w:tcPr>
          <w:p w:rsidR="00987101" w:rsidRPr="00A17FBC" w:rsidRDefault="00570C66" w:rsidP="00006F41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bCs/>
              </w:rPr>
              <w:t>12357711,03</w:t>
            </w:r>
          </w:p>
        </w:tc>
        <w:tc>
          <w:tcPr>
            <w:tcW w:w="2127" w:type="dxa"/>
            <w:vAlign w:val="bottom"/>
          </w:tcPr>
          <w:p w:rsidR="00987101" w:rsidRPr="00F66B8E" w:rsidRDefault="00570C66" w:rsidP="00CD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67,4</w:t>
            </w:r>
          </w:p>
        </w:tc>
      </w:tr>
    </w:tbl>
    <w:p w:rsidR="0062593C" w:rsidRDefault="0062593C" w:rsidP="00E07ADB">
      <w:pPr>
        <w:jc w:val="right"/>
        <w:rPr>
          <w:sz w:val="18"/>
          <w:szCs w:val="18"/>
        </w:rPr>
      </w:pPr>
    </w:p>
    <w:p w:rsidR="0062593C" w:rsidRDefault="0062593C" w:rsidP="00E07ADB">
      <w:pPr>
        <w:jc w:val="right"/>
        <w:rPr>
          <w:sz w:val="18"/>
          <w:szCs w:val="18"/>
        </w:rPr>
      </w:pPr>
    </w:p>
    <w:sectPr w:rsidR="0062593C" w:rsidSect="00970C2D">
      <w:pgSz w:w="16838" w:h="11906" w:orient="landscape"/>
      <w:pgMar w:top="851" w:right="138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5A0" w:rsidRDefault="008E45A0" w:rsidP="00105611">
      <w:r>
        <w:separator/>
      </w:r>
    </w:p>
  </w:endnote>
  <w:endnote w:type="continuationSeparator" w:id="0">
    <w:p w:rsidR="008E45A0" w:rsidRDefault="008E45A0" w:rsidP="00105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5A0" w:rsidRDefault="008E45A0" w:rsidP="00105611">
      <w:r>
        <w:separator/>
      </w:r>
    </w:p>
  </w:footnote>
  <w:footnote w:type="continuationSeparator" w:id="0">
    <w:p w:rsidR="008E45A0" w:rsidRDefault="008E45A0" w:rsidP="00105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C3385"/>
    <w:multiLevelType w:val="hybridMultilevel"/>
    <w:tmpl w:val="AD984824"/>
    <w:lvl w:ilvl="0" w:tplc="E45C58EC">
      <w:start w:val="1"/>
      <w:numFmt w:val="decimal"/>
      <w:lvlText w:val="%1."/>
      <w:lvlJc w:val="left"/>
      <w:pPr>
        <w:ind w:left="7545" w:hanging="7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3CFF"/>
    <w:multiLevelType w:val="hybridMultilevel"/>
    <w:tmpl w:val="0AAA9850"/>
    <w:lvl w:ilvl="0" w:tplc="F828CEA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5"/>
  </w:num>
  <w:num w:numId="6">
    <w:abstractNumId w:val="4"/>
  </w:num>
  <w:num w:numId="7">
    <w:abstractNumId w:val="10"/>
  </w:num>
  <w:num w:numId="8">
    <w:abstractNumId w:val="8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45A0"/>
    <w:rsid w:val="00003794"/>
    <w:rsid w:val="00006F41"/>
    <w:rsid w:val="00007279"/>
    <w:rsid w:val="00010CB3"/>
    <w:rsid w:val="000138F9"/>
    <w:rsid w:val="00014507"/>
    <w:rsid w:val="000145E7"/>
    <w:rsid w:val="0001561B"/>
    <w:rsid w:val="00021CE8"/>
    <w:rsid w:val="00023163"/>
    <w:rsid w:val="00025857"/>
    <w:rsid w:val="00027944"/>
    <w:rsid w:val="000311D6"/>
    <w:rsid w:val="000361FF"/>
    <w:rsid w:val="00037AF4"/>
    <w:rsid w:val="0004025F"/>
    <w:rsid w:val="00043CE3"/>
    <w:rsid w:val="00044F0F"/>
    <w:rsid w:val="00056111"/>
    <w:rsid w:val="00060B08"/>
    <w:rsid w:val="00062FC5"/>
    <w:rsid w:val="000638FB"/>
    <w:rsid w:val="0006704E"/>
    <w:rsid w:val="00067264"/>
    <w:rsid w:val="000733B0"/>
    <w:rsid w:val="000736B1"/>
    <w:rsid w:val="000764AE"/>
    <w:rsid w:val="000765DC"/>
    <w:rsid w:val="000765F3"/>
    <w:rsid w:val="00076D43"/>
    <w:rsid w:val="00077AF3"/>
    <w:rsid w:val="00086F6E"/>
    <w:rsid w:val="0009415C"/>
    <w:rsid w:val="000A57C7"/>
    <w:rsid w:val="000B0C66"/>
    <w:rsid w:val="000B2346"/>
    <w:rsid w:val="000B57AF"/>
    <w:rsid w:val="000B5CB6"/>
    <w:rsid w:val="000B60EC"/>
    <w:rsid w:val="000C03C8"/>
    <w:rsid w:val="000C2251"/>
    <w:rsid w:val="000D01C2"/>
    <w:rsid w:val="000D12AB"/>
    <w:rsid w:val="000D356A"/>
    <w:rsid w:val="000E1258"/>
    <w:rsid w:val="000E4D5F"/>
    <w:rsid w:val="000E6738"/>
    <w:rsid w:val="000F0195"/>
    <w:rsid w:val="000F5721"/>
    <w:rsid w:val="000F6699"/>
    <w:rsid w:val="0010401F"/>
    <w:rsid w:val="00105611"/>
    <w:rsid w:val="00105843"/>
    <w:rsid w:val="00105FEF"/>
    <w:rsid w:val="00110B2B"/>
    <w:rsid w:val="00113645"/>
    <w:rsid w:val="00113DDF"/>
    <w:rsid w:val="001215BB"/>
    <w:rsid w:val="001248A6"/>
    <w:rsid w:val="00130E0F"/>
    <w:rsid w:val="00131FE4"/>
    <w:rsid w:val="00133697"/>
    <w:rsid w:val="00134260"/>
    <w:rsid w:val="00143E8B"/>
    <w:rsid w:val="00146F32"/>
    <w:rsid w:val="001514F3"/>
    <w:rsid w:val="00155C63"/>
    <w:rsid w:val="00157ADF"/>
    <w:rsid w:val="001662C0"/>
    <w:rsid w:val="00167690"/>
    <w:rsid w:val="00172C97"/>
    <w:rsid w:val="0017302B"/>
    <w:rsid w:val="001734C0"/>
    <w:rsid w:val="001830CF"/>
    <w:rsid w:val="00183C2F"/>
    <w:rsid w:val="00187496"/>
    <w:rsid w:val="0019055D"/>
    <w:rsid w:val="001913B4"/>
    <w:rsid w:val="00191469"/>
    <w:rsid w:val="00197C11"/>
    <w:rsid w:val="001A16B9"/>
    <w:rsid w:val="001A3718"/>
    <w:rsid w:val="001A51C0"/>
    <w:rsid w:val="001B0C0F"/>
    <w:rsid w:val="001B1979"/>
    <w:rsid w:val="001B2C82"/>
    <w:rsid w:val="001B2CC1"/>
    <w:rsid w:val="001B4B07"/>
    <w:rsid w:val="001B6658"/>
    <w:rsid w:val="001B6FDB"/>
    <w:rsid w:val="001B7549"/>
    <w:rsid w:val="001C31F7"/>
    <w:rsid w:val="001C4AF0"/>
    <w:rsid w:val="001D0E46"/>
    <w:rsid w:val="001D5701"/>
    <w:rsid w:val="001E0430"/>
    <w:rsid w:val="001E0ECA"/>
    <w:rsid w:val="001E2209"/>
    <w:rsid w:val="001F11A9"/>
    <w:rsid w:val="001F5088"/>
    <w:rsid w:val="001F750E"/>
    <w:rsid w:val="002002AC"/>
    <w:rsid w:val="002012E6"/>
    <w:rsid w:val="00210906"/>
    <w:rsid w:val="0021108B"/>
    <w:rsid w:val="0021522E"/>
    <w:rsid w:val="0021533E"/>
    <w:rsid w:val="00216A99"/>
    <w:rsid w:val="00227856"/>
    <w:rsid w:val="00233916"/>
    <w:rsid w:val="00233B15"/>
    <w:rsid w:val="0023475B"/>
    <w:rsid w:val="00245540"/>
    <w:rsid w:val="002530C5"/>
    <w:rsid w:val="002532B8"/>
    <w:rsid w:val="00254B7C"/>
    <w:rsid w:val="00254F42"/>
    <w:rsid w:val="00255206"/>
    <w:rsid w:val="00256975"/>
    <w:rsid w:val="00257093"/>
    <w:rsid w:val="00261093"/>
    <w:rsid w:val="002618AD"/>
    <w:rsid w:val="00264F37"/>
    <w:rsid w:val="00265646"/>
    <w:rsid w:val="002701A7"/>
    <w:rsid w:val="002733DA"/>
    <w:rsid w:val="00276F23"/>
    <w:rsid w:val="0027730E"/>
    <w:rsid w:val="00277AB8"/>
    <w:rsid w:val="002825D1"/>
    <w:rsid w:val="00282B23"/>
    <w:rsid w:val="002834A0"/>
    <w:rsid w:val="00286C76"/>
    <w:rsid w:val="00287FD4"/>
    <w:rsid w:val="002942AE"/>
    <w:rsid w:val="002958F2"/>
    <w:rsid w:val="002965FE"/>
    <w:rsid w:val="002966B7"/>
    <w:rsid w:val="00297BBC"/>
    <w:rsid w:val="002A0A03"/>
    <w:rsid w:val="002A1748"/>
    <w:rsid w:val="002A2B0B"/>
    <w:rsid w:val="002A396C"/>
    <w:rsid w:val="002A5DA0"/>
    <w:rsid w:val="002A75EE"/>
    <w:rsid w:val="002B5F4C"/>
    <w:rsid w:val="002B762E"/>
    <w:rsid w:val="002B7A0C"/>
    <w:rsid w:val="002B7D4B"/>
    <w:rsid w:val="002B7D68"/>
    <w:rsid w:val="002C2EB8"/>
    <w:rsid w:val="002C47A8"/>
    <w:rsid w:val="002C6593"/>
    <w:rsid w:val="002C7A77"/>
    <w:rsid w:val="002D11BE"/>
    <w:rsid w:val="002E6375"/>
    <w:rsid w:val="002E74F6"/>
    <w:rsid w:val="002E74F8"/>
    <w:rsid w:val="002F63B9"/>
    <w:rsid w:val="002F6D92"/>
    <w:rsid w:val="0030235C"/>
    <w:rsid w:val="00303285"/>
    <w:rsid w:val="00303B86"/>
    <w:rsid w:val="00305E7A"/>
    <w:rsid w:val="00310777"/>
    <w:rsid w:val="003122A0"/>
    <w:rsid w:val="003161C0"/>
    <w:rsid w:val="00316BC2"/>
    <w:rsid w:val="003219AE"/>
    <w:rsid w:val="00324118"/>
    <w:rsid w:val="00326DCF"/>
    <w:rsid w:val="00332557"/>
    <w:rsid w:val="00333592"/>
    <w:rsid w:val="003348EE"/>
    <w:rsid w:val="003360AB"/>
    <w:rsid w:val="00337843"/>
    <w:rsid w:val="00340CF7"/>
    <w:rsid w:val="00341556"/>
    <w:rsid w:val="00342473"/>
    <w:rsid w:val="00342FCB"/>
    <w:rsid w:val="00345A0C"/>
    <w:rsid w:val="00350ED0"/>
    <w:rsid w:val="00353271"/>
    <w:rsid w:val="00355B43"/>
    <w:rsid w:val="00362E69"/>
    <w:rsid w:val="00365E1C"/>
    <w:rsid w:val="0037161D"/>
    <w:rsid w:val="00371F4E"/>
    <w:rsid w:val="00373723"/>
    <w:rsid w:val="003737E7"/>
    <w:rsid w:val="00373A17"/>
    <w:rsid w:val="0037444A"/>
    <w:rsid w:val="00381A7F"/>
    <w:rsid w:val="00382A83"/>
    <w:rsid w:val="00390C6F"/>
    <w:rsid w:val="00391E1E"/>
    <w:rsid w:val="00393714"/>
    <w:rsid w:val="00394D39"/>
    <w:rsid w:val="00395399"/>
    <w:rsid w:val="00395838"/>
    <w:rsid w:val="003A0BB4"/>
    <w:rsid w:val="003A2DB1"/>
    <w:rsid w:val="003B186C"/>
    <w:rsid w:val="003B327B"/>
    <w:rsid w:val="003B4353"/>
    <w:rsid w:val="003B505C"/>
    <w:rsid w:val="003C0A3D"/>
    <w:rsid w:val="003C1816"/>
    <w:rsid w:val="003C3AE9"/>
    <w:rsid w:val="003C44BF"/>
    <w:rsid w:val="003C52DA"/>
    <w:rsid w:val="003C59AC"/>
    <w:rsid w:val="003C7605"/>
    <w:rsid w:val="003D2048"/>
    <w:rsid w:val="003D2559"/>
    <w:rsid w:val="003D4DA6"/>
    <w:rsid w:val="003D58F7"/>
    <w:rsid w:val="003E2669"/>
    <w:rsid w:val="003E4839"/>
    <w:rsid w:val="003E6088"/>
    <w:rsid w:val="003F0E3B"/>
    <w:rsid w:val="003F208C"/>
    <w:rsid w:val="003F3A9B"/>
    <w:rsid w:val="003F57FC"/>
    <w:rsid w:val="00400C83"/>
    <w:rsid w:val="0040110A"/>
    <w:rsid w:val="0040569B"/>
    <w:rsid w:val="00407012"/>
    <w:rsid w:val="00410F0A"/>
    <w:rsid w:val="00412DB5"/>
    <w:rsid w:val="004300A5"/>
    <w:rsid w:val="00433818"/>
    <w:rsid w:val="00440C7A"/>
    <w:rsid w:val="0044167C"/>
    <w:rsid w:val="004526B1"/>
    <w:rsid w:val="00452865"/>
    <w:rsid w:val="00453070"/>
    <w:rsid w:val="00462160"/>
    <w:rsid w:val="004633A3"/>
    <w:rsid w:val="00464BEA"/>
    <w:rsid w:val="004658B8"/>
    <w:rsid w:val="004668D9"/>
    <w:rsid w:val="00473527"/>
    <w:rsid w:val="00475CBD"/>
    <w:rsid w:val="00476AC9"/>
    <w:rsid w:val="004835E1"/>
    <w:rsid w:val="004856D3"/>
    <w:rsid w:val="00485B82"/>
    <w:rsid w:val="00485F75"/>
    <w:rsid w:val="00486595"/>
    <w:rsid w:val="00486A53"/>
    <w:rsid w:val="00490920"/>
    <w:rsid w:val="00492876"/>
    <w:rsid w:val="004957D9"/>
    <w:rsid w:val="00497939"/>
    <w:rsid w:val="00497A9E"/>
    <w:rsid w:val="004A37ED"/>
    <w:rsid w:val="004A681E"/>
    <w:rsid w:val="004C038B"/>
    <w:rsid w:val="004C1341"/>
    <w:rsid w:val="004C42F6"/>
    <w:rsid w:val="004C5322"/>
    <w:rsid w:val="004C5DFB"/>
    <w:rsid w:val="004E026A"/>
    <w:rsid w:val="004E0D82"/>
    <w:rsid w:val="004E1274"/>
    <w:rsid w:val="004E751B"/>
    <w:rsid w:val="004F00D2"/>
    <w:rsid w:val="004F2EEC"/>
    <w:rsid w:val="004F65B7"/>
    <w:rsid w:val="00500375"/>
    <w:rsid w:val="005059C5"/>
    <w:rsid w:val="00506227"/>
    <w:rsid w:val="00506BA4"/>
    <w:rsid w:val="00507D8E"/>
    <w:rsid w:val="005126AC"/>
    <w:rsid w:val="00514D6C"/>
    <w:rsid w:val="00516208"/>
    <w:rsid w:val="00517A6D"/>
    <w:rsid w:val="00521C59"/>
    <w:rsid w:val="0052256D"/>
    <w:rsid w:val="00524B40"/>
    <w:rsid w:val="00527771"/>
    <w:rsid w:val="00527D76"/>
    <w:rsid w:val="0053185E"/>
    <w:rsid w:val="0053465F"/>
    <w:rsid w:val="00543019"/>
    <w:rsid w:val="00543894"/>
    <w:rsid w:val="005477CD"/>
    <w:rsid w:val="00551A9A"/>
    <w:rsid w:val="005528D9"/>
    <w:rsid w:val="00553195"/>
    <w:rsid w:val="005548A6"/>
    <w:rsid w:val="00556A68"/>
    <w:rsid w:val="005603A4"/>
    <w:rsid w:val="0056333E"/>
    <w:rsid w:val="0056511A"/>
    <w:rsid w:val="00565500"/>
    <w:rsid w:val="00567645"/>
    <w:rsid w:val="0056788D"/>
    <w:rsid w:val="00570C66"/>
    <w:rsid w:val="00577809"/>
    <w:rsid w:val="005813A6"/>
    <w:rsid w:val="0058377B"/>
    <w:rsid w:val="00585FE3"/>
    <w:rsid w:val="00586004"/>
    <w:rsid w:val="005863ED"/>
    <w:rsid w:val="00590321"/>
    <w:rsid w:val="00590A45"/>
    <w:rsid w:val="00590A46"/>
    <w:rsid w:val="00594BC9"/>
    <w:rsid w:val="0059653B"/>
    <w:rsid w:val="00597A64"/>
    <w:rsid w:val="005A362B"/>
    <w:rsid w:val="005B1D45"/>
    <w:rsid w:val="005B2529"/>
    <w:rsid w:val="005B322E"/>
    <w:rsid w:val="005C7066"/>
    <w:rsid w:val="005D1D81"/>
    <w:rsid w:val="005D2073"/>
    <w:rsid w:val="005D21E1"/>
    <w:rsid w:val="005D2C30"/>
    <w:rsid w:val="005D34BB"/>
    <w:rsid w:val="005D4185"/>
    <w:rsid w:val="005D5577"/>
    <w:rsid w:val="005D5C7A"/>
    <w:rsid w:val="005E0102"/>
    <w:rsid w:val="005E0852"/>
    <w:rsid w:val="005E2F8C"/>
    <w:rsid w:val="005E4123"/>
    <w:rsid w:val="005E6318"/>
    <w:rsid w:val="005F0709"/>
    <w:rsid w:val="005F1A4F"/>
    <w:rsid w:val="005F22D1"/>
    <w:rsid w:val="005F451B"/>
    <w:rsid w:val="005F5814"/>
    <w:rsid w:val="0060106A"/>
    <w:rsid w:val="006026CE"/>
    <w:rsid w:val="00604093"/>
    <w:rsid w:val="00604485"/>
    <w:rsid w:val="00606492"/>
    <w:rsid w:val="00606E40"/>
    <w:rsid w:val="00610BCC"/>
    <w:rsid w:val="00612A29"/>
    <w:rsid w:val="0061531F"/>
    <w:rsid w:val="00616445"/>
    <w:rsid w:val="00616B2C"/>
    <w:rsid w:val="00617501"/>
    <w:rsid w:val="006177D4"/>
    <w:rsid w:val="00621A93"/>
    <w:rsid w:val="0062593C"/>
    <w:rsid w:val="006266E8"/>
    <w:rsid w:val="00626B45"/>
    <w:rsid w:val="00635FA0"/>
    <w:rsid w:val="006360F7"/>
    <w:rsid w:val="0064044F"/>
    <w:rsid w:val="0064657B"/>
    <w:rsid w:val="006466DD"/>
    <w:rsid w:val="0064681E"/>
    <w:rsid w:val="00646AE9"/>
    <w:rsid w:val="006471A2"/>
    <w:rsid w:val="00652475"/>
    <w:rsid w:val="00653EBF"/>
    <w:rsid w:val="00655C45"/>
    <w:rsid w:val="00656030"/>
    <w:rsid w:val="006571C4"/>
    <w:rsid w:val="00657F4B"/>
    <w:rsid w:val="0066159E"/>
    <w:rsid w:val="00662BBE"/>
    <w:rsid w:val="00663876"/>
    <w:rsid w:val="00663F42"/>
    <w:rsid w:val="0067053B"/>
    <w:rsid w:val="00671663"/>
    <w:rsid w:val="00673AD3"/>
    <w:rsid w:val="00674D70"/>
    <w:rsid w:val="006773A0"/>
    <w:rsid w:val="00686B2E"/>
    <w:rsid w:val="00686C6C"/>
    <w:rsid w:val="00686DB4"/>
    <w:rsid w:val="00686DCA"/>
    <w:rsid w:val="00690AC6"/>
    <w:rsid w:val="00691AB1"/>
    <w:rsid w:val="00691CD5"/>
    <w:rsid w:val="00694315"/>
    <w:rsid w:val="00697B01"/>
    <w:rsid w:val="006A510D"/>
    <w:rsid w:val="006A5A48"/>
    <w:rsid w:val="006A5D49"/>
    <w:rsid w:val="006A5E98"/>
    <w:rsid w:val="006A5F38"/>
    <w:rsid w:val="006B1A41"/>
    <w:rsid w:val="006C3E6D"/>
    <w:rsid w:val="006C40E3"/>
    <w:rsid w:val="006C5EA2"/>
    <w:rsid w:val="006D0DD0"/>
    <w:rsid w:val="006D1665"/>
    <w:rsid w:val="006D4817"/>
    <w:rsid w:val="006D588E"/>
    <w:rsid w:val="006D6202"/>
    <w:rsid w:val="006E2410"/>
    <w:rsid w:val="006E2BAB"/>
    <w:rsid w:val="006E3F64"/>
    <w:rsid w:val="006E61BF"/>
    <w:rsid w:val="006E7AC0"/>
    <w:rsid w:val="006F082D"/>
    <w:rsid w:val="006F1D78"/>
    <w:rsid w:val="006F3011"/>
    <w:rsid w:val="006F515C"/>
    <w:rsid w:val="006F6652"/>
    <w:rsid w:val="006F6D4D"/>
    <w:rsid w:val="00701148"/>
    <w:rsid w:val="0070357E"/>
    <w:rsid w:val="007036F5"/>
    <w:rsid w:val="00703B7C"/>
    <w:rsid w:val="0070695D"/>
    <w:rsid w:val="00711454"/>
    <w:rsid w:val="00713926"/>
    <w:rsid w:val="007262CB"/>
    <w:rsid w:val="0073085D"/>
    <w:rsid w:val="0073386E"/>
    <w:rsid w:val="00742DFA"/>
    <w:rsid w:val="007453A6"/>
    <w:rsid w:val="007504C5"/>
    <w:rsid w:val="00750F07"/>
    <w:rsid w:val="0075136C"/>
    <w:rsid w:val="00752427"/>
    <w:rsid w:val="0075432E"/>
    <w:rsid w:val="007600D5"/>
    <w:rsid w:val="00760E14"/>
    <w:rsid w:val="00761EE2"/>
    <w:rsid w:val="00766684"/>
    <w:rsid w:val="00766A5D"/>
    <w:rsid w:val="00775423"/>
    <w:rsid w:val="00775FB0"/>
    <w:rsid w:val="007805F5"/>
    <w:rsid w:val="00780841"/>
    <w:rsid w:val="00781991"/>
    <w:rsid w:val="00784BA6"/>
    <w:rsid w:val="0078665C"/>
    <w:rsid w:val="00787A16"/>
    <w:rsid w:val="00792421"/>
    <w:rsid w:val="00792985"/>
    <w:rsid w:val="007936CB"/>
    <w:rsid w:val="0079419F"/>
    <w:rsid w:val="00795D11"/>
    <w:rsid w:val="00795E50"/>
    <w:rsid w:val="00796140"/>
    <w:rsid w:val="00797CE4"/>
    <w:rsid w:val="007A154A"/>
    <w:rsid w:val="007B2168"/>
    <w:rsid w:val="007B2AAB"/>
    <w:rsid w:val="007B46AB"/>
    <w:rsid w:val="007B47A6"/>
    <w:rsid w:val="007B5498"/>
    <w:rsid w:val="007B7409"/>
    <w:rsid w:val="007C1EA2"/>
    <w:rsid w:val="007C35DF"/>
    <w:rsid w:val="007C66C4"/>
    <w:rsid w:val="007C7113"/>
    <w:rsid w:val="007D035C"/>
    <w:rsid w:val="007D1195"/>
    <w:rsid w:val="007D5CA1"/>
    <w:rsid w:val="007E28E1"/>
    <w:rsid w:val="007E4F05"/>
    <w:rsid w:val="007E53B1"/>
    <w:rsid w:val="007F0725"/>
    <w:rsid w:val="007F0CE4"/>
    <w:rsid w:val="007F2054"/>
    <w:rsid w:val="00804B98"/>
    <w:rsid w:val="00806B8D"/>
    <w:rsid w:val="00810385"/>
    <w:rsid w:val="00815040"/>
    <w:rsid w:val="00820CBF"/>
    <w:rsid w:val="00820EAF"/>
    <w:rsid w:val="008223F3"/>
    <w:rsid w:val="00832F15"/>
    <w:rsid w:val="00835090"/>
    <w:rsid w:val="008404DC"/>
    <w:rsid w:val="00840641"/>
    <w:rsid w:val="008411BF"/>
    <w:rsid w:val="008438B1"/>
    <w:rsid w:val="008442F7"/>
    <w:rsid w:val="00845B19"/>
    <w:rsid w:val="008506BE"/>
    <w:rsid w:val="008508EB"/>
    <w:rsid w:val="00852240"/>
    <w:rsid w:val="00852BAF"/>
    <w:rsid w:val="00854C43"/>
    <w:rsid w:val="00855490"/>
    <w:rsid w:val="00856049"/>
    <w:rsid w:val="00861D4B"/>
    <w:rsid w:val="0086513C"/>
    <w:rsid w:val="0086539B"/>
    <w:rsid w:val="00865F7F"/>
    <w:rsid w:val="008758C9"/>
    <w:rsid w:val="008779DD"/>
    <w:rsid w:val="008820EC"/>
    <w:rsid w:val="00883439"/>
    <w:rsid w:val="00885571"/>
    <w:rsid w:val="00890280"/>
    <w:rsid w:val="008923AF"/>
    <w:rsid w:val="00892BAD"/>
    <w:rsid w:val="0089352E"/>
    <w:rsid w:val="00893EC4"/>
    <w:rsid w:val="00895340"/>
    <w:rsid w:val="00896EBB"/>
    <w:rsid w:val="008A09AB"/>
    <w:rsid w:val="008A1CBA"/>
    <w:rsid w:val="008A3BE5"/>
    <w:rsid w:val="008A4F34"/>
    <w:rsid w:val="008A759A"/>
    <w:rsid w:val="008B120A"/>
    <w:rsid w:val="008B729E"/>
    <w:rsid w:val="008C20F6"/>
    <w:rsid w:val="008C3974"/>
    <w:rsid w:val="008C49AA"/>
    <w:rsid w:val="008C7AFF"/>
    <w:rsid w:val="008D3131"/>
    <w:rsid w:val="008D5955"/>
    <w:rsid w:val="008E3FFB"/>
    <w:rsid w:val="008E45A0"/>
    <w:rsid w:val="008E5F23"/>
    <w:rsid w:val="008E6B7B"/>
    <w:rsid w:val="008E6D7D"/>
    <w:rsid w:val="008E7C9B"/>
    <w:rsid w:val="008F1E5F"/>
    <w:rsid w:val="008F34E0"/>
    <w:rsid w:val="008F4890"/>
    <w:rsid w:val="008F5543"/>
    <w:rsid w:val="008F7DF6"/>
    <w:rsid w:val="00900783"/>
    <w:rsid w:val="0090271D"/>
    <w:rsid w:val="00902FE8"/>
    <w:rsid w:val="00905E78"/>
    <w:rsid w:val="009151AD"/>
    <w:rsid w:val="009164C2"/>
    <w:rsid w:val="00917E5E"/>
    <w:rsid w:val="00921373"/>
    <w:rsid w:val="00921791"/>
    <w:rsid w:val="00926A33"/>
    <w:rsid w:val="009273CF"/>
    <w:rsid w:val="00927C7F"/>
    <w:rsid w:val="00933604"/>
    <w:rsid w:val="00933F02"/>
    <w:rsid w:val="0093475F"/>
    <w:rsid w:val="009353F6"/>
    <w:rsid w:val="0093643E"/>
    <w:rsid w:val="00940B12"/>
    <w:rsid w:val="009456F5"/>
    <w:rsid w:val="0095385B"/>
    <w:rsid w:val="00954BED"/>
    <w:rsid w:val="00961DAD"/>
    <w:rsid w:val="00961F30"/>
    <w:rsid w:val="00962E19"/>
    <w:rsid w:val="00964185"/>
    <w:rsid w:val="00965456"/>
    <w:rsid w:val="00970C2D"/>
    <w:rsid w:val="009739FE"/>
    <w:rsid w:val="00975749"/>
    <w:rsid w:val="00981890"/>
    <w:rsid w:val="00981B8B"/>
    <w:rsid w:val="00983693"/>
    <w:rsid w:val="00984761"/>
    <w:rsid w:val="00984FA4"/>
    <w:rsid w:val="00987101"/>
    <w:rsid w:val="00990587"/>
    <w:rsid w:val="00992AE5"/>
    <w:rsid w:val="00995CA2"/>
    <w:rsid w:val="00997089"/>
    <w:rsid w:val="009A4B62"/>
    <w:rsid w:val="009A4FB2"/>
    <w:rsid w:val="009A610B"/>
    <w:rsid w:val="009A6F39"/>
    <w:rsid w:val="009B08DA"/>
    <w:rsid w:val="009B402C"/>
    <w:rsid w:val="009B67B3"/>
    <w:rsid w:val="009C0BE4"/>
    <w:rsid w:val="009C1FF1"/>
    <w:rsid w:val="009C4E33"/>
    <w:rsid w:val="009C4FF5"/>
    <w:rsid w:val="009C5D36"/>
    <w:rsid w:val="009D717D"/>
    <w:rsid w:val="009D7BF3"/>
    <w:rsid w:val="009E60AE"/>
    <w:rsid w:val="009E625B"/>
    <w:rsid w:val="009E7A68"/>
    <w:rsid w:val="009F38F9"/>
    <w:rsid w:val="00A01124"/>
    <w:rsid w:val="00A020C0"/>
    <w:rsid w:val="00A020DB"/>
    <w:rsid w:val="00A04DAA"/>
    <w:rsid w:val="00A05A5F"/>
    <w:rsid w:val="00A07466"/>
    <w:rsid w:val="00A11F32"/>
    <w:rsid w:val="00A146F9"/>
    <w:rsid w:val="00A17095"/>
    <w:rsid w:val="00A1745B"/>
    <w:rsid w:val="00A2258D"/>
    <w:rsid w:val="00A24B08"/>
    <w:rsid w:val="00A279D6"/>
    <w:rsid w:val="00A33223"/>
    <w:rsid w:val="00A33D72"/>
    <w:rsid w:val="00A42C03"/>
    <w:rsid w:val="00A44D54"/>
    <w:rsid w:val="00A46F4A"/>
    <w:rsid w:val="00A5042C"/>
    <w:rsid w:val="00A50FEA"/>
    <w:rsid w:val="00A51326"/>
    <w:rsid w:val="00A5551B"/>
    <w:rsid w:val="00A637FC"/>
    <w:rsid w:val="00A63FCD"/>
    <w:rsid w:val="00A64284"/>
    <w:rsid w:val="00A66C0A"/>
    <w:rsid w:val="00A732E2"/>
    <w:rsid w:val="00A735E0"/>
    <w:rsid w:val="00A750E1"/>
    <w:rsid w:val="00A77BA8"/>
    <w:rsid w:val="00A808E1"/>
    <w:rsid w:val="00A83F9E"/>
    <w:rsid w:val="00A84A7A"/>
    <w:rsid w:val="00A85559"/>
    <w:rsid w:val="00A855A8"/>
    <w:rsid w:val="00A90D59"/>
    <w:rsid w:val="00A91BD6"/>
    <w:rsid w:val="00A932ED"/>
    <w:rsid w:val="00A94D49"/>
    <w:rsid w:val="00A96280"/>
    <w:rsid w:val="00A96E4D"/>
    <w:rsid w:val="00A97E9F"/>
    <w:rsid w:val="00AA0611"/>
    <w:rsid w:val="00AA13E7"/>
    <w:rsid w:val="00AA5652"/>
    <w:rsid w:val="00AA7F2A"/>
    <w:rsid w:val="00AB00D3"/>
    <w:rsid w:val="00AB12E3"/>
    <w:rsid w:val="00AB1AA8"/>
    <w:rsid w:val="00AC3548"/>
    <w:rsid w:val="00AC7AE6"/>
    <w:rsid w:val="00AD3977"/>
    <w:rsid w:val="00AD7117"/>
    <w:rsid w:val="00AD7C75"/>
    <w:rsid w:val="00AE0AE1"/>
    <w:rsid w:val="00AE2280"/>
    <w:rsid w:val="00AE343A"/>
    <w:rsid w:val="00AE69C8"/>
    <w:rsid w:val="00AE7798"/>
    <w:rsid w:val="00AF1F29"/>
    <w:rsid w:val="00B00B55"/>
    <w:rsid w:val="00B01282"/>
    <w:rsid w:val="00B01634"/>
    <w:rsid w:val="00B0179F"/>
    <w:rsid w:val="00B0200A"/>
    <w:rsid w:val="00B047D2"/>
    <w:rsid w:val="00B05B92"/>
    <w:rsid w:val="00B0651B"/>
    <w:rsid w:val="00B07E4B"/>
    <w:rsid w:val="00B13A2E"/>
    <w:rsid w:val="00B21161"/>
    <w:rsid w:val="00B2622B"/>
    <w:rsid w:val="00B343DA"/>
    <w:rsid w:val="00B35ABD"/>
    <w:rsid w:val="00B36286"/>
    <w:rsid w:val="00B43678"/>
    <w:rsid w:val="00B55F75"/>
    <w:rsid w:val="00B56BCA"/>
    <w:rsid w:val="00B61F5C"/>
    <w:rsid w:val="00B65DEC"/>
    <w:rsid w:val="00B65E7D"/>
    <w:rsid w:val="00B8009E"/>
    <w:rsid w:val="00B80D25"/>
    <w:rsid w:val="00B80FEF"/>
    <w:rsid w:val="00B8350F"/>
    <w:rsid w:val="00B85E5F"/>
    <w:rsid w:val="00B86B60"/>
    <w:rsid w:val="00B94C6B"/>
    <w:rsid w:val="00B95FE3"/>
    <w:rsid w:val="00B9721A"/>
    <w:rsid w:val="00BA3737"/>
    <w:rsid w:val="00BA48ED"/>
    <w:rsid w:val="00BA6FB3"/>
    <w:rsid w:val="00BB0D80"/>
    <w:rsid w:val="00BB40A8"/>
    <w:rsid w:val="00BB5438"/>
    <w:rsid w:val="00BC01F4"/>
    <w:rsid w:val="00BC06E8"/>
    <w:rsid w:val="00BC0BC7"/>
    <w:rsid w:val="00BC375B"/>
    <w:rsid w:val="00BC4C00"/>
    <w:rsid w:val="00BC60B3"/>
    <w:rsid w:val="00BC7AE2"/>
    <w:rsid w:val="00BD02E4"/>
    <w:rsid w:val="00BD527D"/>
    <w:rsid w:val="00BE05E5"/>
    <w:rsid w:val="00BE3203"/>
    <w:rsid w:val="00BE788D"/>
    <w:rsid w:val="00BF13B8"/>
    <w:rsid w:val="00BF1E57"/>
    <w:rsid w:val="00BF2287"/>
    <w:rsid w:val="00BF3FB8"/>
    <w:rsid w:val="00BF6A16"/>
    <w:rsid w:val="00BF7592"/>
    <w:rsid w:val="00BF7A85"/>
    <w:rsid w:val="00C001C7"/>
    <w:rsid w:val="00C0022D"/>
    <w:rsid w:val="00C0037A"/>
    <w:rsid w:val="00C0208C"/>
    <w:rsid w:val="00C02D68"/>
    <w:rsid w:val="00C0386D"/>
    <w:rsid w:val="00C07794"/>
    <w:rsid w:val="00C077BE"/>
    <w:rsid w:val="00C1005D"/>
    <w:rsid w:val="00C12B42"/>
    <w:rsid w:val="00C12CF5"/>
    <w:rsid w:val="00C17D15"/>
    <w:rsid w:val="00C2442D"/>
    <w:rsid w:val="00C34277"/>
    <w:rsid w:val="00C3455A"/>
    <w:rsid w:val="00C4330C"/>
    <w:rsid w:val="00C450C1"/>
    <w:rsid w:val="00C50F5B"/>
    <w:rsid w:val="00C51AEB"/>
    <w:rsid w:val="00C51FFF"/>
    <w:rsid w:val="00C5395F"/>
    <w:rsid w:val="00C5447D"/>
    <w:rsid w:val="00C60287"/>
    <w:rsid w:val="00C61090"/>
    <w:rsid w:val="00C6526E"/>
    <w:rsid w:val="00C6612D"/>
    <w:rsid w:val="00C70177"/>
    <w:rsid w:val="00C73EEC"/>
    <w:rsid w:val="00C74703"/>
    <w:rsid w:val="00C7517C"/>
    <w:rsid w:val="00C777DD"/>
    <w:rsid w:val="00C77DD7"/>
    <w:rsid w:val="00C80842"/>
    <w:rsid w:val="00C81C87"/>
    <w:rsid w:val="00C844F6"/>
    <w:rsid w:val="00C8506E"/>
    <w:rsid w:val="00C86D8B"/>
    <w:rsid w:val="00C87DD1"/>
    <w:rsid w:val="00C90538"/>
    <w:rsid w:val="00C92EA0"/>
    <w:rsid w:val="00C954CE"/>
    <w:rsid w:val="00CA21FD"/>
    <w:rsid w:val="00CA3C43"/>
    <w:rsid w:val="00CA4065"/>
    <w:rsid w:val="00CB5B0B"/>
    <w:rsid w:val="00CB682E"/>
    <w:rsid w:val="00CB7818"/>
    <w:rsid w:val="00CC41BD"/>
    <w:rsid w:val="00CD1BC6"/>
    <w:rsid w:val="00CD54A1"/>
    <w:rsid w:val="00CD65B8"/>
    <w:rsid w:val="00CD7A3E"/>
    <w:rsid w:val="00CD7E5C"/>
    <w:rsid w:val="00CE08B9"/>
    <w:rsid w:val="00CE2B79"/>
    <w:rsid w:val="00CE448B"/>
    <w:rsid w:val="00CF55C6"/>
    <w:rsid w:val="00CF57D5"/>
    <w:rsid w:val="00CF5FE3"/>
    <w:rsid w:val="00CF7A91"/>
    <w:rsid w:val="00D05F67"/>
    <w:rsid w:val="00D0627B"/>
    <w:rsid w:val="00D10D8A"/>
    <w:rsid w:val="00D10EC3"/>
    <w:rsid w:val="00D12052"/>
    <w:rsid w:val="00D16AB1"/>
    <w:rsid w:val="00D178B5"/>
    <w:rsid w:val="00D20A7C"/>
    <w:rsid w:val="00D22B6A"/>
    <w:rsid w:val="00D2720A"/>
    <w:rsid w:val="00D27F65"/>
    <w:rsid w:val="00D30CE6"/>
    <w:rsid w:val="00D33B8D"/>
    <w:rsid w:val="00D57409"/>
    <w:rsid w:val="00D60E51"/>
    <w:rsid w:val="00D6104D"/>
    <w:rsid w:val="00D6236F"/>
    <w:rsid w:val="00D645B6"/>
    <w:rsid w:val="00D67B3A"/>
    <w:rsid w:val="00D754B6"/>
    <w:rsid w:val="00D7561E"/>
    <w:rsid w:val="00D811CF"/>
    <w:rsid w:val="00D81C9D"/>
    <w:rsid w:val="00D82A0F"/>
    <w:rsid w:val="00D8490C"/>
    <w:rsid w:val="00D87507"/>
    <w:rsid w:val="00D90C0B"/>
    <w:rsid w:val="00D924BE"/>
    <w:rsid w:val="00D94189"/>
    <w:rsid w:val="00D97053"/>
    <w:rsid w:val="00DA0B66"/>
    <w:rsid w:val="00DA146D"/>
    <w:rsid w:val="00DA534F"/>
    <w:rsid w:val="00DA56F9"/>
    <w:rsid w:val="00DB12DD"/>
    <w:rsid w:val="00DB1597"/>
    <w:rsid w:val="00DB1AAC"/>
    <w:rsid w:val="00DC4E25"/>
    <w:rsid w:val="00DC4EBB"/>
    <w:rsid w:val="00DD3586"/>
    <w:rsid w:val="00DD4229"/>
    <w:rsid w:val="00DD45B6"/>
    <w:rsid w:val="00DD6E41"/>
    <w:rsid w:val="00DE1266"/>
    <w:rsid w:val="00DF2F2C"/>
    <w:rsid w:val="00DF4715"/>
    <w:rsid w:val="00E00734"/>
    <w:rsid w:val="00E02E10"/>
    <w:rsid w:val="00E057FE"/>
    <w:rsid w:val="00E07ADB"/>
    <w:rsid w:val="00E1013F"/>
    <w:rsid w:val="00E1197C"/>
    <w:rsid w:val="00E13C46"/>
    <w:rsid w:val="00E14D9E"/>
    <w:rsid w:val="00E15928"/>
    <w:rsid w:val="00E221E8"/>
    <w:rsid w:val="00E22745"/>
    <w:rsid w:val="00E2550C"/>
    <w:rsid w:val="00E27984"/>
    <w:rsid w:val="00E31C58"/>
    <w:rsid w:val="00E3425B"/>
    <w:rsid w:val="00E3729C"/>
    <w:rsid w:val="00E40802"/>
    <w:rsid w:val="00E43FF3"/>
    <w:rsid w:val="00E443D3"/>
    <w:rsid w:val="00E50B24"/>
    <w:rsid w:val="00E50C15"/>
    <w:rsid w:val="00E5221E"/>
    <w:rsid w:val="00E55E1E"/>
    <w:rsid w:val="00E56025"/>
    <w:rsid w:val="00E62CC5"/>
    <w:rsid w:val="00E63405"/>
    <w:rsid w:val="00E70DA9"/>
    <w:rsid w:val="00E7685C"/>
    <w:rsid w:val="00E84A7C"/>
    <w:rsid w:val="00E85D1E"/>
    <w:rsid w:val="00E85FD7"/>
    <w:rsid w:val="00E8613D"/>
    <w:rsid w:val="00E9161F"/>
    <w:rsid w:val="00E9592A"/>
    <w:rsid w:val="00E97102"/>
    <w:rsid w:val="00EA13F5"/>
    <w:rsid w:val="00EA1AFF"/>
    <w:rsid w:val="00EA29E9"/>
    <w:rsid w:val="00EA2B6E"/>
    <w:rsid w:val="00EB0322"/>
    <w:rsid w:val="00EB2B16"/>
    <w:rsid w:val="00EB5A56"/>
    <w:rsid w:val="00EB674D"/>
    <w:rsid w:val="00EB6AFD"/>
    <w:rsid w:val="00EC21E5"/>
    <w:rsid w:val="00EC7C70"/>
    <w:rsid w:val="00EC7E67"/>
    <w:rsid w:val="00ED0324"/>
    <w:rsid w:val="00ED15BD"/>
    <w:rsid w:val="00ED5428"/>
    <w:rsid w:val="00ED5BD0"/>
    <w:rsid w:val="00ED60CC"/>
    <w:rsid w:val="00ED68A1"/>
    <w:rsid w:val="00EE21AC"/>
    <w:rsid w:val="00EE34B5"/>
    <w:rsid w:val="00EE488A"/>
    <w:rsid w:val="00EE56B7"/>
    <w:rsid w:val="00EE6BBB"/>
    <w:rsid w:val="00EF06C7"/>
    <w:rsid w:val="00EF379B"/>
    <w:rsid w:val="00F042CA"/>
    <w:rsid w:val="00F056C5"/>
    <w:rsid w:val="00F15137"/>
    <w:rsid w:val="00F1583E"/>
    <w:rsid w:val="00F232D2"/>
    <w:rsid w:val="00F23338"/>
    <w:rsid w:val="00F32470"/>
    <w:rsid w:val="00F340F8"/>
    <w:rsid w:val="00F34E53"/>
    <w:rsid w:val="00F4505A"/>
    <w:rsid w:val="00F4531F"/>
    <w:rsid w:val="00F45494"/>
    <w:rsid w:val="00F5120D"/>
    <w:rsid w:val="00F5133E"/>
    <w:rsid w:val="00F53801"/>
    <w:rsid w:val="00F553D3"/>
    <w:rsid w:val="00F558DB"/>
    <w:rsid w:val="00F55FD4"/>
    <w:rsid w:val="00F60C1F"/>
    <w:rsid w:val="00F61BE1"/>
    <w:rsid w:val="00F61F3E"/>
    <w:rsid w:val="00F62758"/>
    <w:rsid w:val="00F62D7C"/>
    <w:rsid w:val="00F6420B"/>
    <w:rsid w:val="00F66B8E"/>
    <w:rsid w:val="00F72E02"/>
    <w:rsid w:val="00F73AE0"/>
    <w:rsid w:val="00F7416F"/>
    <w:rsid w:val="00F752DE"/>
    <w:rsid w:val="00F758A6"/>
    <w:rsid w:val="00F909DA"/>
    <w:rsid w:val="00F94C81"/>
    <w:rsid w:val="00F962C0"/>
    <w:rsid w:val="00FA5473"/>
    <w:rsid w:val="00FA5CDB"/>
    <w:rsid w:val="00FB097D"/>
    <w:rsid w:val="00FB34CB"/>
    <w:rsid w:val="00FB3C35"/>
    <w:rsid w:val="00FB5029"/>
    <w:rsid w:val="00FB5FCF"/>
    <w:rsid w:val="00FB63C0"/>
    <w:rsid w:val="00FB7F41"/>
    <w:rsid w:val="00FC1190"/>
    <w:rsid w:val="00FC79C1"/>
    <w:rsid w:val="00FD0A6E"/>
    <w:rsid w:val="00FD2DEC"/>
    <w:rsid w:val="00FD6098"/>
    <w:rsid w:val="00FE024E"/>
    <w:rsid w:val="00FE43E4"/>
    <w:rsid w:val="00FE4639"/>
    <w:rsid w:val="00FE617C"/>
    <w:rsid w:val="00FF4CBC"/>
    <w:rsid w:val="00FF68D0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4065"/>
    <w:pPr>
      <w:keepNext/>
      <w:tabs>
        <w:tab w:val="num" w:pos="0"/>
      </w:tabs>
      <w:suppressAutoHyphens/>
      <w:ind w:left="432" w:hanging="432"/>
      <w:jc w:val="right"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1E1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065"/>
    <w:rPr>
      <w:rFonts w:ascii="Times New Roman" w:hAnsi="Times New Roman"/>
      <w:sz w:val="28"/>
      <w:szCs w:val="22"/>
      <w:lang w:eastAsia="en-US"/>
    </w:rPr>
  </w:style>
  <w:style w:type="character" w:customStyle="1" w:styleId="10">
    <w:name w:val="Заголовок 1 Знак"/>
    <w:link w:val="1"/>
    <w:rsid w:val="00CA406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787A1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779D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uiPriority w:val="99"/>
    <w:rsid w:val="008820EC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table" w:styleId="a4">
    <w:name w:val="Table Grid"/>
    <w:basedOn w:val="a1"/>
    <w:uiPriority w:val="39"/>
    <w:rsid w:val="003348EE"/>
    <w:rPr>
      <w:rFonts w:ascii="Times New Roman" w:hAnsi="Times New Roman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unhideWhenUsed/>
    <w:rsid w:val="002F6D92"/>
    <w:rPr>
      <w:color w:val="0000FF"/>
      <w:u w:val="single"/>
    </w:rPr>
  </w:style>
  <w:style w:type="character" w:customStyle="1" w:styleId="blk">
    <w:name w:val="blk"/>
    <w:basedOn w:val="a0"/>
    <w:rsid w:val="005F22D1"/>
  </w:style>
  <w:style w:type="character" w:customStyle="1" w:styleId="20">
    <w:name w:val="Заголовок 2 Знак"/>
    <w:link w:val="2"/>
    <w:uiPriority w:val="9"/>
    <w:rsid w:val="00391E1E"/>
    <w:rPr>
      <w:rFonts w:ascii="Cambria" w:eastAsia="Times New Roman" w:hAnsi="Cambria"/>
      <w:b/>
      <w:bCs/>
      <w:color w:val="4F81BD"/>
      <w:sz w:val="26"/>
      <w:szCs w:val="26"/>
    </w:rPr>
  </w:style>
  <w:style w:type="paragraph" w:styleId="a6">
    <w:name w:val="List Paragraph"/>
    <w:basedOn w:val="a"/>
    <w:uiPriority w:val="34"/>
    <w:qFormat/>
    <w:rsid w:val="003A0B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056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105611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1056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105611"/>
    <w:rPr>
      <w:rFonts w:ascii="Times New Roman" w:eastAsia="Times New Roman" w:hAnsi="Times New Roman"/>
      <w:sz w:val="24"/>
      <w:szCs w:val="24"/>
    </w:rPr>
  </w:style>
  <w:style w:type="character" w:styleId="ab">
    <w:name w:val="Strong"/>
    <w:basedOn w:val="a0"/>
    <w:uiPriority w:val="22"/>
    <w:qFormat/>
    <w:rsid w:val="007929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2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2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3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956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5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5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7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1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138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1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91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4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0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0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4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9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4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3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128&amp;dst=3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C2F4AFE9737CFE552B03E364D6DB03EFAE4416C9F026EBC1636A0F49D73E85AB101F9A27DEFDDD7D0E6E0j951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128&amp;dst=301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-PC\Desktop\&#1080;&#1089;&#1087;&#1086;&#1083;&#1085;&#1077;&#1085;&#1080;&#1077;%209%20&#1084;\&#1056;&#1077;&#1096;&#1077;&#1085;&#1080;&#1103;%20&#1086;&#1073;%20%20&#1048;&#1057;&#1055;&#1054;&#1051;&#1053;&#1045;&#1053;&#1048;&#1048;%20&#1073;&#1102;&#1076;&#1078;&#1077;&#1090;&#1072;%20&#1079;&#1072;%203%20&#1082;&#1074;%202024&#107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E74F3-0B50-47EE-9636-1C68561C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Решения об  ИСПОЛНЕНИИ бюджета за 3 кв 2024г</Template>
  <TotalTime>2</TotalTime>
  <Pages>1</Pages>
  <Words>7115</Words>
  <Characters>40562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2</cp:revision>
  <cp:lastPrinted>2024-11-14T07:15:00Z</cp:lastPrinted>
  <dcterms:created xsi:type="dcterms:W3CDTF">2024-12-04T10:48:00Z</dcterms:created>
  <dcterms:modified xsi:type="dcterms:W3CDTF">2024-12-04T10:50:00Z</dcterms:modified>
</cp:coreProperties>
</file>